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26A96644" w:rsidR="00F862D6" w:rsidRPr="003E6B9A" w:rsidRDefault="001349BD" w:rsidP="0037111D">
            <w:r w:rsidRPr="001349BD">
              <w:rPr>
                <w:rFonts w:ascii="Helvetica" w:hAnsi="Helvetica"/>
              </w:rPr>
              <w:t>8240/2024-SŽ-SSV-Ú3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DA0A32" w:rsidRDefault="00F862D6" w:rsidP="0077673A">
            <w:r w:rsidRPr="00DA0A32">
              <w:t>Listů/příloh</w:t>
            </w:r>
          </w:p>
        </w:tc>
        <w:tc>
          <w:tcPr>
            <w:tcW w:w="2552" w:type="dxa"/>
          </w:tcPr>
          <w:p w14:paraId="333CD487" w14:textId="2E97767A" w:rsidR="00F862D6" w:rsidRPr="00DA0A32" w:rsidRDefault="00DA0A32" w:rsidP="00CC1E2B">
            <w:r w:rsidRPr="00DA0A32">
              <w:t>4</w:t>
            </w:r>
            <w:r w:rsidR="003E6B9A" w:rsidRPr="00DA0A32">
              <w:t>/</w:t>
            </w:r>
            <w:r w:rsidRPr="00DA0A32">
              <w:t>2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264867F6" w:rsidR="00F862D6" w:rsidRPr="003E6B9A" w:rsidRDefault="008A45E7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30A0275B" w:rsidR="009A7568" w:rsidRPr="003E6B9A" w:rsidRDefault="008A45E7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07B16C9E" w:rsidR="009A7568" w:rsidRPr="003E6B9A" w:rsidRDefault="00804FBB" w:rsidP="006104F6">
            <w:hyperlink r:id="rId11" w:history="1">
              <w:r w:rsidR="008A45E7" w:rsidRPr="00553163">
                <w:rPr>
                  <w:rStyle w:val="Hypertextovodkaz"/>
                </w:rPr>
                <w:t>Prerovska@spravazeleznic.cz</w:t>
              </w:r>
            </w:hyperlink>
            <w:r w:rsidR="008A45E7"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25E7C8D5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804FBB">
              <w:rPr>
                <w:noProof/>
              </w:rPr>
              <w:t>30. července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6DB8E610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7250D1">
        <w:rPr>
          <w:rFonts w:eastAsia="Times New Roman" w:cs="Times New Roman"/>
          <w:lang w:eastAsia="cs-CZ"/>
        </w:rPr>
        <w:t>6</w:t>
      </w:r>
    </w:p>
    <w:p w14:paraId="25C6ADAC" w14:textId="1F0953EA" w:rsidR="00CB7B5A" w:rsidRDefault="00335122" w:rsidP="008A45E7">
      <w:pPr>
        <w:spacing w:after="0" w:line="240" w:lineRule="auto"/>
        <w:ind w:left="708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„</w:t>
      </w:r>
      <w:r w:rsidR="008A45E7" w:rsidRPr="008A45E7">
        <w:rPr>
          <w:rFonts w:eastAsia="Calibri" w:cs="Times New Roman"/>
          <w:b/>
          <w:bCs/>
          <w:lang w:eastAsia="cs-CZ"/>
        </w:rPr>
        <w:t xml:space="preserve">Modernizace trati Hradec Králové – Pardubice – Chrudim, 2.stavba, </w:t>
      </w:r>
      <w:proofErr w:type="spellStart"/>
      <w:r w:rsidR="008A45E7" w:rsidRPr="008A45E7">
        <w:rPr>
          <w:rFonts w:eastAsia="Calibri" w:cs="Times New Roman"/>
          <w:b/>
          <w:bCs/>
          <w:lang w:eastAsia="cs-CZ"/>
        </w:rPr>
        <w:t>zdvoukolejnění</w:t>
      </w:r>
      <w:proofErr w:type="spellEnd"/>
      <w:r w:rsidR="008A45E7" w:rsidRPr="008A45E7">
        <w:rPr>
          <w:rFonts w:eastAsia="Calibri" w:cs="Times New Roman"/>
          <w:b/>
          <w:bCs/>
          <w:lang w:eastAsia="cs-CZ"/>
        </w:rPr>
        <w:t xml:space="preserve"> Opatovice nad Labem-Hradec Králové, 1.etapa ŽST Hradec Králové </w:t>
      </w:r>
      <w:proofErr w:type="spellStart"/>
      <w:r w:rsidR="008A45E7" w:rsidRPr="008A45E7">
        <w:rPr>
          <w:rFonts w:eastAsia="Calibri" w:cs="Times New Roman"/>
          <w:b/>
          <w:bCs/>
          <w:lang w:eastAsia="cs-CZ"/>
        </w:rPr>
        <w:t>hl.n</w:t>
      </w:r>
      <w:proofErr w:type="spellEnd"/>
      <w:r w:rsidR="008A45E7" w:rsidRPr="008A45E7">
        <w:rPr>
          <w:rFonts w:eastAsia="Calibri" w:cs="Times New Roman"/>
          <w:b/>
          <w:bCs/>
          <w:lang w:eastAsia="cs-CZ"/>
        </w:rPr>
        <w:t>.</w:t>
      </w:r>
      <w:r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1B3696B0" w14:textId="77777777" w:rsidR="00C65A3B" w:rsidRPr="007250D1" w:rsidRDefault="00C65A3B" w:rsidP="007250D1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7D68FBD7" w14:textId="59025573" w:rsidR="00BD5319" w:rsidRPr="007250D1" w:rsidRDefault="00BD5319" w:rsidP="007250D1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7250D1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7250D1" w:rsidRPr="007250D1">
        <w:rPr>
          <w:rFonts w:asciiTheme="majorHAnsi" w:eastAsia="Calibri" w:hAnsiTheme="majorHAnsi" w:cs="Times New Roman"/>
          <w:b/>
          <w:lang w:eastAsia="cs-CZ"/>
        </w:rPr>
        <w:t>47</w:t>
      </w:r>
      <w:r w:rsidRPr="007250D1">
        <w:rPr>
          <w:rFonts w:asciiTheme="majorHAnsi" w:eastAsia="Calibri" w:hAnsiTheme="majorHAnsi" w:cs="Times New Roman"/>
          <w:b/>
          <w:lang w:eastAsia="cs-CZ"/>
        </w:rPr>
        <w:t>:</w:t>
      </w:r>
    </w:p>
    <w:p w14:paraId="452AA229" w14:textId="77777777" w:rsidR="007250D1" w:rsidRPr="007250D1" w:rsidRDefault="007250D1" w:rsidP="007250D1">
      <w:pPr>
        <w:spacing w:after="0"/>
        <w:rPr>
          <w:rFonts w:asciiTheme="majorHAnsi" w:hAnsiTheme="majorHAnsi"/>
          <w:b/>
          <w:bCs/>
        </w:rPr>
      </w:pPr>
      <w:r w:rsidRPr="007250D1">
        <w:rPr>
          <w:rFonts w:asciiTheme="majorHAnsi" w:hAnsiTheme="majorHAnsi"/>
          <w:b/>
          <w:bCs/>
        </w:rPr>
        <w:t>SO 200-30-56</w:t>
      </w:r>
    </w:p>
    <w:p w14:paraId="0F9BC674" w14:textId="77777777" w:rsidR="007250D1" w:rsidRPr="007250D1" w:rsidRDefault="007250D1" w:rsidP="007250D1">
      <w:pPr>
        <w:spacing w:after="0"/>
        <w:rPr>
          <w:rFonts w:asciiTheme="majorHAnsi" w:hAnsiTheme="majorHAnsi"/>
        </w:rPr>
      </w:pPr>
      <w:r w:rsidRPr="007250D1">
        <w:rPr>
          <w:rFonts w:asciiTheme="majorHAnsi" w:hAnsiTheme="majorHAnsi"/>
        </w:rPr>
        <w:t>Chybí veškerá podkladová dokumentace.</w:t>
      </w:r>
    </w:p>
    <w:p w14:paraId="3F925D6B" w14:textId="66191586" w:rsidR="00BD5319" w:rsidRPr="00C65A3B" w:rsidRDefault="007250D1" w:rsidP="007250D1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C65A3B">
        <w:rPr>
          <w:rFonts w:asciiTheme="majorHAnsi" w:hAnsiTheme="majorHAnsi"/>
        </w:rPr>
        <w:t>Prosíme o doplnění</w:t>
      </w:r>
    </w:p>
    <w:p w14:paraId="08292F77" w14:textId="77777777" w:rsidR="007250D1" w:rsidRPr="00C65A3B" w:rsidRDefault="007250D1" w:rsidP="007250D1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6D16A484" w14:textId="7E6BC9C9" w:rsidR="00BD5319" w:rsidRPr="00C65A3B" w:rsidRDefault="00BD5319" w:rsidP="007250D1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C65A3B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18B24335" w14:textId="1C7A714F" w:rsidR="00BD5319" w:rsidRPr="00C65A3B" w:rsidRDefault="00876483" w:rsidP="00876483">
      <w:p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C65A3B">
        <w:rPr>
          <w:rFonts w:eastAsia="Calibri" w:cs="Times New Roman"/>
          <w:bCs/>
          <w:lang w:eastAsia="cs-CZ"/>
        </w:rPr>
        <w:t>SO 200-30-56 a soupis prací byl odstraněn, SO nebude uchazeči oceňován.</w:t>
      </w:r>
    </w:p>
    <w:p w14:paraId="5EABFE19" w14:textId="77777777" w:rsidR="007250D1" w:rsidRPr="00C65A3B" w:rsidRDefault="007250D1" w:rsidP="007250D1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7E1D553C" w14:textId="77777777" w:rsidR="00C65A3B" w:rsidRPr="00C65A3B" w:rsidRDefault="00C65A3B" w:rsidP="007250D1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09C9076C" w14:textId="3F2114E3" w:rsidR="00BD5319" w:rsidRPr="00C65A3B" w:rsidRDefault="00BD5319" w:rsidP="007250D1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C65A3B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7250D1" w:rsidRPr="00C65A3B">
        <w:rPr>
          <w:rFonts w:asciiTheme="majorHAnsi" w:eastAsia="Calibri" w:hAnsiTheme="majorHAnsi" w:cs="Times New Roman"/>
          <w:b/>
          <w:lang w:eastAsia="cs-CZ"/>
        </w:rPr>
        <w:t>48</w:t>
      </w:r>
      <w:r w:rsidRPr="00C65A3B">
        <w:rPr>
          <w:rFonts w:asciiTheme="majorHAnsi" w:eastAsia="Calibri" w:hAnsiTheme="majorHAnsi" w:cs="Times New Roman"/>
          <w:b/>
          <w:lang w:eastAsia="cs-CZ"/>
        </w:rPr>
        <w:t>:</w:t>
      </w:r>
    </w:p>
    <w:p w14:paraId="338CFC23" w14:textId="77777777" w:rsidR="007250D1" w:rsidRPr="00C65A3B" w:rsidRDefault="007250D1" w:rsidP="007250D1">
      <w:pPr>
        <w:spacing w:after="0"/>
        <w:rPr>
          <w:rFonts w:asciiTheme="majorHAnsi" w:hAnsiTheme="majorHAnsi"/>
        </w:rPr>
      </w:pPr>
      <w:r w:rsidRPr="00C65A3B">
        <w:rPr>
          <w:rFonts w:asciiTheme="majorHAnsi" w:hAnsiTheme="majorHAnsi"/>
        </w:rPr>
        <w:t>SO 200-30-57</w:t>
      </w:r>
    </w:p>
    <w:p w14:paraId="42B197AB" w14:textId="77777777" w:rsidR="007250D1" w:rsidRPr="00C65A3B" w:rsidRDefault="007250D1" w:rsidP="007250D1">
      <w:pPr>
        <w:spacing w:after="0"/>
        <w:rPr>
          <w:rFonts w:asciiTheme="majorHAnsi" w:hAnsiTheme="majorHAnsi"/>
        </w:rPr>
      </w:pPr>
      <w:r w:rsidRPr="00C65A3B">
        <w:rPr>
          <w:rFonts w:asciiTheme="majorHAnsi" w:hAnsiTheme="majorHAnsi"/>
        </w:rPr>
        <w:t>Chybí veškerá podkladová dokumentace.</w:t>
      </w:r>
    </w:p>
    <w:p w14:paraId="32144381" w14:textId="77777777" w:rsidR="007250D1" w:rsidRPr="00C65A3B" w:rsidRDefault="007250D1" w:rsidP="007250D1">
      <w:pPr>
        <w:spacing w:after="0"/>
        <w:rPr>
          <w:rFonts w:asciiTheme="majorHAnsi" w:hAnsiTheme="majorHAnsi"/>
        </w:rPr>
      </w:pPr>
      <w:r w:rsidRPr="00C65A3B">
        <w:rPr>
          <w:rFonts w:asciiTheme="majorHAnsi" w:hAnsiTheme="majorHAnsi"/>
        </w:rPr>
        <w:t>Prosíme o doplnění.</w:t>
      </w:r>
    </w:p>
    <w:p w14:paraId="002E726F" w14:textId="77777777" w:rsidR="00BD5319" w:rsidRPr="00C65A3B" w:rsidRDefault="00BD5319" w:rsidP="007250D1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10E8C8A5" w14:textId="77777777" w:rsidR="00BD5319" w:rsidRPr="00C65A3B" w:rsidRDefault="00BD5319" w:rsidP="007250D1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C65A3B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64DC49A5" w14:textId="571E4F93" w:rsidR="00876483" w:rsidRPr="00C65A3B" w:rsidRDefault="00876483" w:rsidP="00876483">
      <w:p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C65A3B">
        <w:rPr>
          <w:rFonts w:eastAsia="Calibri" w:cs="Times New Roman"/>
          <w:bCs/>
          <w:lang w:eastAsia="cs-CZ"/>
        </w:rPr>
        <w:t>SO 200-30-57 a soupis prací byl odstraněn, SO nebude uchazeči oceňován.</w:t>
      </w:r>
    </w:p>
    <w:p w14:paraId="5A9BC750" w14:textId="77777777" w:rsidR="007250D1" w:rsidRPr="00C65A3B" w:rsidRDefault="007250D1" w:rsidP="007250D1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5AE6A273" w14:textId="77777777" w:rsidR="007250D1" w:rsidRPr="00C65A3B" w:rsidRDefault="007250D1" w:rsidP="007250D1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5CF2F1F0" w14:textId="08CD817E" w:rsidR="007250D1" w:rsidRPr="00C65A3B" w:rsidRDefault="007250D1" w:rsidP="007250D1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C65A3B">
        <w:rPr>
          <w:rFonts w:asciiTheme="majorHAnsi" w:eastAsia="Calibri" w:hAnsiTheme="majorHAnsi" w:cs="Times New Roman"/>
          <w:b/>
          <w:lang w:eastAsia="cs-CZ"/>
        </w:rPr>
        <w:t>Dotaz č. 49:</w:t>
      </w:r>
    </w:p>
    <w:p w14:paraId="13858E33" w14:textId="77777777" w:rsidR="007250D1" w:rsidRPr="00C65A3B" w:rsidRDefault="007250D1" w:rsidP="007250D1">
      <w:pPr>
        <w:spacing w:after="0"/>
        <w:rPr>
          <w:rFonts w:asciiTheme="majorHAnsi" w:hAnsiTheme="majorHAnsi"/>
          <w:b/>
          <w:bCs/>
        </w:rPr>
      </w:pPr>
      <w:r w:rsidRPr="00C65A3B">
        <w:rPr>
          <w:rFonts w:asciiTheme="majorHAnsi" w:hAnsiTheme="majorHAnsi"/>
          <w:b/>
          <w:bCs/>
        </w:rPr>
        <w:t>SO 200-30-58</w:t>
      </w:r>
    </w:p>
    <w:p w14:paraId="05ACFE1E" w14:textId="77777777" w:rsidR="007250D1" w:rsidRPr="00C65A3B" w:rsidRDefault="007250D1" w:rsidP="007250D1">
      <w:pPr>
        <w:spacing w:after="0"/>
        <w:rPr>
          <w:rFonts w:asciiTheme="majorHAnsi" w:hAnsiTheme="majorHAnsi"/>
        </w:rPr>
      </w:pPr>
      <w:r w:rsidRPr="00C65A3B">
        <w:rPr>
          <w:rFonts w:asciiTheme="majorHAnsi" w:hAnsiTheme="majorHAnsi"/>
        </w:rPr>
        <w:t>Chybí veškerá podkladová dokumentace.</w:t>
      </w:r>
    </w:p>
    <w:p w14:paraId="6F386E0F" w14:textId="589D723B" w:rsidR="007250D1" w:rsidRPr="00C65A3B" w:rsidRDefault="007250D1" w:rsidP="007250D1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C65A3B">
        <w:rPr>
          <w:rFonts w:asciiTheme="majorHAnsi" w:hAnsiTheme="majorHAnsi"/>
        </w:rPr>
        <w:t>Prosíme o doplnění</w:t>
      </w:r>
    </w:p>
    <w:p w14:paraId="38A851C9" w14:textId="77777777" w:rsidR="007250D1" w:rsidRPr="00C65A3B" w:rsidRDefault="007250D1" w:rsidP="007250D1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62E3288A" w14:textId="073FE106" w:rsidR="007250D1" w:rsidRPr="00C65A3B" w:rsidRDefault="007250D1" w:rsidP="007250D1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C65A3B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12092292" w14:textId="61076BEE" w:rsidR="00876483" w:rsidRPr="00C65A3B" w:rsidRDefault="00876483" w:rsidP="00876483">
      <w:p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C65A3B">
        <w:rPr>
          <w:rFonts w:eastAsia="Calibri" w:cs="Times New Roman"/>
          <w:bCs/>
          <w:lang w:eastAsia="cs-CZ"/>
        </w:rPr>
        <w:t>SO 200-30-58 a soupis prací byl odstraněn, SO nebude uchazeči oceňován.</w:t>
      </w:r>
    </w:p>
    <w:p w14:paraId="3F970FF9" w14:textId="77777777" w:rsidR="007250D1" w:rsidRDefault="007250D1" w:rsidP="007250D1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5DA13E19" w14:textId="77777777" w:rsidR="007250D1" w:rsidRPr="007250D1" w:rsidRDefault="007250D1" w:rsidP="007250D1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214C9522" w14:textId="6F17B7DF" w:rsidR="007250D1" w:rsidRPr="007250D1" w:rsidRDefault="007250D1" w:rsidP="007250D1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7250D1">
        <w:rPr>
          <w:rFonts w:asciiTheme="majorHAnsi" w:eastAsia="Calibri" w:hAnsiTheme="majorHAnsi" w:cs="Times New Roman"/>
          <w:b/>
          <w:lang w:eastAsia="cs-CZ"/>
        </w:rPr>
        <w:t>Dotaz č. 50:</w:t>
      </w:r>
    </w:p>
    <w:p w14:paraId="161B3D04" w14:textId="77777777" w:rsidR="007250D1" w:rsidRPr="007250D1" w:rsidRDefault="007250D1" w:rsidP="007250D1">
      <w:pPr>
        <w:spacing w:after="0"/>
        <w:rPr>
          <w:rFonts w:asciiTheme="majorHAnsi" w:hAnsiTheme="majorHAnsi"/>
          <w:b/>
          <w:bCs/>
        </w:rPr>
      </w:pPr>
      <w:r w:rsidRPr="007250D1">
        <w:rPr>
          <w:rFonts w:asciiTheme="majorHAnsi" w:hAnsiTheme="majorHAnsi"/>
          <w:b/>
          <w:bCs/>
        </w:rPr>
        <w:t>SO 22-30-53</w:t>
      </w:r>
    </w:p>
    <w:p w14:paraId="2E006FA3" w14:textId="77777777" w:rsidR="007250D1" w:rsidRPr="007250D1" w:rsidRDefault="007250D1" w:rsidP="007250D1">
      <w:pPr>
        <w:spacing w:after="0"/>
        <w:rPr>
          <w:rFonts w:asciiTheme="majorHAnsi" w:hAnsiTheme="majorHAnsi" w:cs="Arial"/>
        </w:rPr>
      </w:pPr>
      <w:r w:rsidRPr="007250D1">
        <w:rPr>
          <w:rFonts w:asciiTheme="majorHAnsi" w:hAnsiTheme="majorHAnsi"/>
        </w:rPr>
        <w:t xml:space="preserve">Položka č. 9 - </w:t>
      </w:r>
      <w:r w:rsidRPr="007250D1">
        <w:rPr>
          <w:rFonts w:asciiTheme="majorHAnsi" w:hAnsiTheme="majorHAnsi" w:cs="Arial"/>
        </w:rPr>
        <w:t>KABEL VN - JEDNOŽÍLOVÝ, 3,6-AYKCY PŘES 300 MM2</w:t>
      </w:r>
    </w:p>
    <w:p w14:paraId="61C787FF" w14:textId="77777777" w:rsidR="007250D1" w:rsidRPr="007250D1" w:rsidRDefault="007250D1" w:rsidP="007250D1">
      <w:pPr>
        <w:spacing w:after="0"/>
        <w:rPr>
          <w:rFonts w:asciiTheme="majorHAnsi" w:hAnsiTheme="majorHAnsi"/>
        </w:rPr>
      </w:pPr>
      <w:r w:rsidRPr="007250D1">
        <w:rPr>
          <w:rFonts w:asciiTheme="majorHAnsi" w:hAnsiTheme="majorHAnsi"/>
        </w:rPr>
        <w:t>Prosíme upřesnit průřez kabelu (přes 300 mm2- je nedostačující může se jednat o 400, 500mm2 atd.)</w:t>
      </w:r>
    </w:p>
    <w:p w14:paraId="094A9DA8" w14:textId="77777777" w:rsidR="00C65A3B" w:rsidRDefault="00C65A3B" w:rsidP="007250D1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6ED61376" w14:textId="40C2B947" w:rsidR="007250D1" w:rsidRPr="00C65A3B" w:rsidRDefault="007250D1" w:rsidP="007250D1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C65A3B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0CB9EED2" w14:textId="13BE24CE" w:rsidR="00C65A3B" w:rsidRPr="00C65A3B" w:rsidRDefault="00A72BD8" w:rsidP="007250D1">
      <w:pPr>
        <w:spacing w:after="0" w:line="240" w:lineRule="auto"/>
        <w:rPr>
          <w:rFonts w:eastAsia="Calibri" w:cs="Times New Roman"/>
          <w:bCs/>
          <w:lang w:eastAsia="cs-CZ"/>
        </w:rPr>
      </w:pPr>
      <w:r w:rsidRPr="00C65A3B">
        <w:rPr>
          <w:rFonts w:eastAsia="Calibri" w:cs="Times New Roman"/>
          <w:bCs/>
          <w:lang w:eastAsia="cs-CZ"/>
        </w:rPr>
        <w:t>Jedná se dvojici dvou trakčních kabelů o průřezu 500</w:t>
      </w:r>
      <w:r w:rsidR="00F106A7" w:rsidRPr="00C65A3B">
        <w:rPr>
          <w:rFonts w:eastAsia="Calibri" w:cs="Times New Roman"/>
          <w:bCs/>
          <w:lang w:eastAsia="cs-CZ"/>
        </w:rPr>
        <w:t> </w:t>
      </w:r>
      <w:r w:rsidRPr="00C65A3B">
        <w:rPr>
          <w:rFonts w:eastAsia="Calibri" w:cs="Times New Roman"/>
          <w:bCs/>
          <w:lang w:eastAsia="cs-CZ"/>
        </w:rPr>
        <w:t>mm</w:t>
      </w:r>
      <w:r w:rsidRPr="00C65A3B">
        <w:rPr>
          <w:rFonts w:eastAsia="Calibri" w:cs="Times New Roman"/>
          <w:bCs/>
          <w:vertAlign w:val="superscript"/>
          <w:lang w:eastAsia="cs-CZ"/>
        </w:rPr>
        <w:t>2</w:t>
      </w:r>
      <w:r w:rsidRPr="00C65A3B">
        <w:rPr>
          <w:rFonts w:eastAsia="Calibri" w:cs="Times New Roman"/>
          <w:bCs/>
          <w:lang w:eastAsia="cs-CZ"/>
        </w:rPr>
        <w:t>, tedy 4</w:t>
      </w:r>
      <w:r w:rsidR="00F106A7" w:rsidRPr="00C65A3B">
        <w:rPr>
          <w:rFonts w:eastAsia="Calibri" w:cs="Times New Roman"/>
          <w:bCs/>
          <w:lang w:eastAsia="cs-CZ"/>
        </w:rPr>
        <w:t> </w:t>
      </w:r>
      <w:r w:rsidRPr="00C65A3B">
        <w:rPr>
          <w:rFonts w:eastAsia="Calibri" w:cs="Times New Roman"/>
          <w:bCs/>
          <w:lang w:eastAsia="cs-CZ"/>
        </w:rPr>
        <w:t>x</w:t>
      </w:r>
      <w:r w:rsidR="00F106A7" w:rsidRPr="00C65A3B">
        <w:rPr>
          <w:rFonts w:eastAsia="Calibri" w:cs="Times New Roman"/>
          <w:bCs/>
          <w:lang w:eastAsia="cs-CZ"/>
        </w:rPr>
        <w:t> </w:t>
      </w:r>
      <w:r w:rsidRPr="00C65A3B">
        <w:rPr>
          <w:rFonts w:eastAsia="Calibri" w:cs="Times New Roman"/>
          <w:bCs/>
          <w:lang w:eastAsia="cs-CZ"/>
        </w:rPr>
        <w:t>500. Do soupisu prací SO 22-30-53 byl doplněn popis položky č.</w:t>
      </w:r>
      <w:r w:rsidR="00F106A7" w:rsidRPr="00C65A3B">
        <w:rPr>
          <w:rFonts w:eastAsia="Calibri" w:cs="Times New Roman"/>
          <w:bCs/>
          <w:lang w:eastAsia="cs-CZ"/>
        </w:rPr>
        <w:t> </w:t>
      </w:r>
      <w:r w:rsidRPr="00C65A3B">
        <w:rPr>
          <w:rFonts w:eastAsia="Calibri" w:cs="Times New Roman"/>
          <w:bCs/>
          <w:lang w:eastAsia="cs-CZ"/>
        </w:rPr>
        <w:t>9.</w:t>
      </w:r>
    </w:p>
    <w:p w14:paraId="369168FC" w14:textId="2EF51F2E" w:rsidR="007250D1" w:rsidRPr="00C65A3B" w:rsidRDefault="007250D1" w:rsidP="007250D1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C65A3B">
        <w:rPr>
          <w:rFonts w:asciiTheme="majorHAnsi" w:eastAsia="Calibri" w:hAnsiTheme="majorHAnsi" w:cs="Times New Roman"/>
          <w:b/>
          <w:lang w:eastAsia="cs-CZ"/>
        </w:rPr>
        <w:lastRenderedPageBreak/>
        <w:t>Dotaz č. 51:</w:t>
      </w:r>
    </w:p>
    <w:p w14:paraId="2C6670EF" w14:textId="77777777" w:rsidR="007250D1" w:rsidRPr="00C65A3B" w:rsidRDefault="007250D1" w:rsidP="007250D1">
      <w:pPr>
        <w:spacing w:after="0"/>
        <w:rPr>
          <w:rFonts w:asciiTheme="majorHAnsi" w:hAnsiTheme="majorHAnsi"/>
          <w:b/>
          <w:bCs/>
        </w:rPr>
      </w:pPr>
      <w:r w:rsidRPr="00C65A3B">
        <w:rPr>
          <w:rFonts w:asciiTheme="majorHAnsi" w:hAnsiTheme="majorHAnsi"/>
          <w:b/>
          <w:bCs/>
        </w:rPr>
        <w:t>SO 22-74-06.02</w:t>
      </w:r>
    </w:p>
    <w:p w14:paraId="71075737" w14:textId="77777777" w:rsidR="007250D1" w:rsidRPr="00C65A3B" w:rsidRDefault="007250D1" w:rsidP="007250D1">
      <w:pPr>
        <w:spacing w:after="0"/>
        <w:rPr>
          <w:rFonts w:asciiTheme="majorHAnsi" w:hAnsiTheme="majorHAnsi"/>
        </w:rPr>
      </w:pPr>
      <w:r w:rsidRPr="00C65A3B">
        <w:rPr>
          <w:rFonts w:asciiTheme="majorHAnsi" w:hAnsiTheme="majorHAnsi"/>
        </w:rPr>
        <w:t>Zhotovitel nedohledal v projektové dokumentaci výpočet na osvětlení, potřebný pro stanovení výkonu a parametrů požadovaných svítidel</w:t>
      </w:r>
    </w:p>
    <w:p w14:paraId="41A9C361" w14:textId="77777777" w:rsidR="007250D1" w:rsidRPr="00C65A3B" w:rsidRDefault="007250D1" w:rsidP="007250D1">
      <w:pPr>
        <w:spacing w:after="0"/>
        <w:rPr>
          <w:rFonts w:asciiTheme="majorHAnsi" w:hAnsiTheme="majorHAnsi"/>
        </w:rPr>
      </w:pPr>
      <w:r w:rsidRPr="00C65A3B">
        <w:rPr>
          <w:rFonts w:asciiTheme="majorHAnsi" w:hAnsiTheme="majorHAnsi"/>
        </w:rPr>
        <w:t>Prosíme o doplnění.</w:t>
      </w:r>
    </w:p>
    <w:p w14:paraId="03755176" w14:textId="77777777" w:rsidR="007250D1" w:rsidRPr="00C65A3B" w:rsidRDefault="007250D1" w:rsidP="007250D1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46C2D20A" w14:textId="77777777" w:rsidR="007250D1" w:rsidRPr="00C65A3B" w:rsidRDefault="007250D1" w:rsidP="007250D1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C65A3B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B00AFFC" w14:textId="5C9A74AF" w:rsidR="007250D1" w:rsidRPr="00C65A3B" w:rsidRDefault="00A72BD8" w:rsidP="00A72BD8">
      <w:p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C65A3B">
        <w:rPr>
          <w:rFonts w:eastAsia="Calibri" w:cs="Times New Roman"/>
          <w:bCs/>
          <w:lang w:eastAsia="cs-CZ"/>
        </w:rPr>
        <w:t>Jedná se o historické zastřešení pro parkování služebních automobilů, které je v</w:t>
      </w:r>
      <w:r w:rsidR="00F106A7" w:rsidRPr="00C65A3B">
        <w:rPr>
          <w:rFonts w:eastAsia="Calibri" w:cs="Times New Roman"/>
          <w:bCs/>
          <w:lang w:eastAsia="cs-CZ"/>
        </w:rPr>
        <w:t> </w:t>
      </w:r>
      <w:r w:rsidRPr="00C65A3B">
        <w:rPr>
          <w:rFonts w:eastAsia="Calibri" w:cs="Times New Roman"/>
          <w:bCs/>
          <w:lang w:eastAsia="cs-CZ"/>
        </w:rPr>
        <w:t xml:space="preserve">režimu </w:t>
      </w:r>
      <w:proofErr w:type="spellStart"/>
      <w:r w:rsidRPr="00C65A3B">
        <w:rPr>
          <w:rFonts w:eastAsia="Calibri" w:cs="Times New Roman"/>
          <w:bCs/>
          <w:lang w:eastAsia="cs-CZ"/>
        </w:rPr>
        <w:t>zap</w:t>
      </w:r>
      <w:proofErr w:type="spellEnd"/>
      <w:r w:rsidRPr="00C65A3B">
        <w:rPr>
          <w:rFonts w:eastAsia="Calibri" w:cs="Times New Roman"/>
          <w:bCs/>
          <w:lang w:eastAsia="cs-CZ"/>
        </w:rPr>
        <w:t xml:space="preserve"> / </w:t>
      </w:r>
      <w:proofErr w:type="spellStart"/>
      <w:r w:rsidRPr="00C65A3B">
        <w:rPr>
          <w:rFonts w:eastAsia="Calibri" w:cs="Times New Roman"/>
          <w:bCs/>
          <w:lang w:eastAsia="cs-CZ"/>
        </w:rPr>
        <w:t>vyp</w:t>
      </w:r>
      <w:proofErr w:type="spellEnd"/>
      <w:r w:rsidRPr="00C65A3B">
        <w:rPr>
          <w:rFonts w:eastAsia="Calibri" w:cs="Times New Roman"/>
          <w:bCs/>
          <w:lang w:eastAsia="cs-CZ"/>
        </w:rPr>
        <w:t xml:space="preserve"> dle potřeby parkování. Na toto historické zastřešení se výpočet osvětlení nezpracovává. Svítidla jsou dle architekta a investora stavby určena</w:t>
      </w:r>
      <w:r w:rsidR="00773A65" w:rsidRPr="00C65A3B">
        <w:rPr>
          <w:rFonts w:eastAsia="Calibri" w:cs="Times New Roman"/>
          <w:bCs/>
          <w:lang w:eastAsia="cs-CZ"/>
        </w:rPr>
        <w:t>,</w:t>
      </w:r>
      <w:r w:rsidRPr="00C65A3B">
        <w:rPr>
          <w:rFonts w:eastAsia="Calibri" w:cs="Times New Roman"/>
          <w:bCs/>
          <w:lang w:eastAsia="cs-CZ"/>
        </w:rPr>
        <w:t xml:space="preserve"> shodná se svítidly na historickém nástupišti, které je řešeno v rámci SO 22-74-01.02. Parametry svítidel jsou vzhledem k jednotnosti typů zachovány stejné.</w:t>
      </w:r>
    </w:p>
    <w:p w14:paraId="0251B630" w14:textId="77777777" w:rsidR="007250D1" w:rsidRPr="00C65A3B" w:rsidRDefault="007250D1" w:rsidP="007250D1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677E4092" w14:textId="77777777" w:rsidR="00A72BD8" w:rsidRPr="00C65A3B" w:rsidRDefault="00A72BD8" w:rsidP="007250D1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246C3509" w14:textId="47617EFE" w:rsidR="007250D1" w:rsidRPr="00C65A3B" w:rsidRDefault="007250D1" w:rsidP="007250D1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C65A3B">
        <w:rPr>
          <w:rFonts w:asciiTheme="majorHAnsi" w:eastAsia="Calibri" w:hAnsiTheme="majorHAnsi" w:cs="Times New Roman"/>
          <w:b/>
          <w:lang w:eastAsia="cs-CZ"/>
        </w:rPr>
        <w:t>Dotaz č. 52:</w:t>
      </w:r>
    </w:p>
    <w:p w14:paraId="7BDE8154" w14:textId="77777777" w:rsidR="007250D1" w:rsidRPr="00C65A3B" w:rsidRDefault="007250D1" w:rsidP="007250D1">
      <w:pPr>
        <w:spacing w:after="0"/>
        <w:rPr>
          <w:rFonts w:asciiTheme="majorHAnsi" w:hAnsiTheme="majorHAnsi"/>
          <w:b/>
          <w:bCs/>
        </w:rPr>
      </w:pPr>
      <w:r w:rsidRPr="00C65A3B">
        <w:rPr>
          <w:rFonts w:asciiTheme="majorHAnsi" w:hAnsiTheme="majorHAnsi"/>
          <w:b/>
          <w:bCs/>
        </w:rPr>
        <w:t>SO 22-86-01</w:t>
      </w:r>
    </w:p>
    <w:p w14:paraId="22147272" w14:textId="77777777" w:rsidR="007250D1" w:rsidRPr="00C65A3B" w:rsidRDefault="007250D1" w:rsidP="007250D1">
      <w:pPr>
        <w:spacing w:after="0"/>
        <w:rPr>
          <w:rFonts w:asciiTheme="majorHAnsi" w:hAnsiTheme="majorHAnsi"/>
        </w:rPr>
      </w:pPr>
      <w:r w:rsidRPr="00C65A3B">
        <w:rPr>
          <w:rFonts w:asciiTheme="majorHAnsi" w:hAnsiTheme="majorHAnsi"/>
        </w:rPr>
        <w:t xml:space="preserve">Položka - KABEL NN DVOU- A TŘÍŽÍLOVÝ AL S PLASTOVOU IZOLACÍ DO 2,5 MM2 </w:t>
      </w:r>
    </w:p>
    <w:p w14:paraId="05774DDE" w14:textId="77777777" w:rsidR="007250D1" w:rsidRPr="00C65A3B" w:rsidRDefault="007250D1" w:rsidP="007250D1">
      <w:pPr>
        <w:spacing w:after="0"/>
        <w:rPr>
          <w:rFonts w:asciiTheme="majorHAnsi" w:hAnsiTheme="majorHAnsi"/>
        </w:rPr>
      </w:pPr>
      <w:r w:rsidRPr="00C65A3B">
        <w:rPr>
          <w:rFonts w:asciiTheme="majorHAnsi" w:hAnsiTheme="majorHAnsi"/>
        </w:rPr>
        <w:t>Takový kabel se nevyrábí. V těchto parametrech se vyrábí jen v CU nikoli AL.</w:t>
      </w:r>
    </w:p>
    <w:p w14:paraId="201EBE88" w14:textId="7C0F0CF7" w:rsidR="007250D1" w:rsidRPr="00C65A3B" w:rsidRDefault="007250D1" w:rsidP="007250D1">
      <w:pPr>
        <w:spacing w:after="0"/>
        <w:rPr>
          <w:rFonts w:asciiTheme="majorHAnsi" w:hAnsiTheme="majorHAnsi"/>
        </w:rPr>
      </w:pPr>
      <w:r w:rsidRPr="00C65A3B">
        <w:rPr>
          <w:rFonts w:asciiTheme="majorHAnsi" w:hAnsiTheme="majorHAnsi"/>
        </w:rPr>
        <w:t xml:space="preserve">Prosíme o informaci, co je správně. </w:t>
      </w:r>
    </w:p>
    <w:p w14:paraId="663B4F9E" w14:textId="77777777" w:rsidR="007250D1" w:rsidRPr="00C65A3B" w:rsidRDefault="007250D1" w:rsidP="007250D1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0C6A46D4" w14:textId="77777777" w:rsidR="007250D1" w:rsidRPr="00C65A3B" w:rsidRDefault="007250D1" w:rsidP="007250D1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C65A3B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642BF21A" w14:textId="5776BD01" w:rsidR="007250D1" w:rsidRPr="00C65A3B" w:rsidRDefault="00A72BD8" w:rsidP="00A72BD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65A3B">
        <w:rPr>
          <w:rFonts w:eastAsia="Calibri" w:cs="Times New Roman"/>
          <w:bCs/>
          <w:lang w:eastAsia="cs-CZ"/>
        </w:rPr>
        <w:t xml:space="preserve">Položka č. 11 KABEL NN </w:t>
      </w:r>
      <w:proofErr w:type="gramStart"/>
      <w:r w:rsidRPr="00C65A3B">
        <w:rPr>
          <w:rFonts w:eastAsia="Calibri" w:cs="Times New Roman"/>
          <w:bCs/>
          <w:lang w:eastAsia="cs-CZ"/>
        </w:rPr>
        <w:t>DVOU- A</w:t>
      </w:r>
      <w:proofErr w:type="gramEnd"/>
      <w:r w:rsidRPr="00C65A3B">
        <w:rPr>
          <w:rFonts w:eastAsia="Calibri" w:cs="Times New Roman"/>
          <w:bCs/>
          <w:lang w:eastAsia="cs-CZ"/>
        </w:rPr>
        <w:t xml:space="preserve"> TŘÍŽÍLOVÝ AL S PLASTOVOU IZOLACÍ DO 2,5 MM2 byla upravena a nahrazena jinou odpovídající položkou - KABEL NN DVOU- A TŘÍŽÍLOVÝ CU S PLASTOVOU IZOLACÍ DO 2,5 MM2.</w:t>
      </w:r>
    </w:p>
    <w:p w14:paraId="4E29885C" w14:textId="77777777" w:rsidR="00A72BD8" w:rsidRPr="00C65A3B" w:rsidRDefault="00A72BD8" w:rsidP="00A72BD8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14:paraId="13C6EFBC" w14:textId="77777777" w:rsidR="007250D1" w:rsidRPr="00C65A3B" w:rsidRDefault="007250D1" w:rsidP="007250D1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51E7BDCA" w14:textId="4C326DBB" w:rsidR="007250D1" w:rsidRPr="00C65A3B" w:rsidRDefault="007250D1" w:rsidP="007250D1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C65A3B">
        <w:rPr>
          <w:rFonts w:asciiTheme="majorHAnsi" w:eastAsia="Calibri" w:hAnsiTheme="majorHAnsi" w:cs="Times New Roman"/>
          <w:b/>
          <w:lang w:eastAsia="cs-CZ"/>
        </w:rPr>
        <w:t>Dotaz č. 53:</w:t>
      </w:r>
    </w:p>
    <w:p w14:paraId="5151FA88" w14:textId="77777777" w:rsidR="007250D1" w:rsidRPr="00C65A3B" w:rsidRDefault="007250D1" w:rsidP="007250D1">
      <w:pPr>
        <w:spacing w:after="0"/>
        <w:rPr>
          <w:rFonts w:asciiTheme="majorHAnsi" w:hAnsiTheme="majorHAnsi"/>
          <w:b/>
          <w:bCs/>
        </w:rPr>
      </w:pPr>
      <w:r w:rsidRPr="00C65A3B">
        <w:rPr>
          <w:rFonts w:asciiTheme="majorHAnsi" w:hAnsiTheme="majorHAnsi"/>
          <w:b/>
          <w:bCs/>
        </w:rPr>
        <w:t>SO 22-86-01</w:t>
      </w:r>
    </w:p>
    <w:p w14:paraId="5105133D" w14:textId="77777777" w:rsidR="007250D1" w:rsidRPr="00C65A3B" w:rsidRDefault="007250D1" w:rsidP="007250D1">
      <w:pPr>
        <w:spacing w:after="0"/>
        <w:rPr>
          <w:rFonts w:asciiTheme="majorHAnsi" w:hAnsiTheme="majorHAnsi"/>
        </w:rPr>
      </w:pPr>
      <w:r w:rsidRPr="00C65A3B">
        <w:rPr>
          <w:rFonts w:asciiTheme="majorHAnsi" w:hAnsiTheme="majorHAnsi"/>
        </w:rPr>
        <w:t xml:space="preserve">Položka č. 68 - VÝLOŽNÍK PRO MONTÁŽ SVÍTIDLA NA STOŽÁR DVOURAMENNÝ DEKORATIVNÍ. Z položky není jasné, o jaký typ výložníku se jedná. </w:t>
      </w:r>
    </w:p>
    <w:p w14:paraId="4ABFF136" w14:textId="77777777" w:rsidR="007250D1" w:rsidRPr="00C65A3B" w:rsidRDefault="007250D1" w:rsidP="007250D1">
      <w:pPr>
        <w:spacing w:after="0"/>
        <w:rPr>
          <w:rFonts w:asciiTheme="majorHAnsi" w:hAnsiTheme="majorHAnsi"/>
        </w:rPr>
      </w:pPr>
      <w:r w:rsidRPr="00C65A3B">
        <w:rPr>
          <w:rFonts w:asciiTheme="majorHAnsi" w:hAnsiTheme="majorHAnsi"/>
        </w:rPr>
        <w:t>Prosíme o upřesnění položky např. katalogovým listem atd.</w:t>
      </w:r>
    </w:p>
    <w:p w14:paraId="4268CB98" w14:textId="77777777" w:rsidR="007250D1" w:rsidRPr="00C65A3B" w:rsidRDefault="007250D1" w:rsidP="007250D1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49575E8F" w14:textId="77777777" w:rsidR="007250D1" w:rsidRPr="00C65A3B" w:rsidRDefault="007250D1" w:rsidP="007250D1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C65A3B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0F0270A8" w14:textId="013DC5C1" w:rsidR="007250D1" w:rsidRPr="00C65A3B" w:rsidRDefault="00A72BD8" w:rsidP="00A72BD8">
      <w:p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C65A3B">
        <w:rPr>
          <w:rFonts w:eastAsia="Calibri" w:cs="Times New Roman"/>
          <w:bCs/>
          <w:lang w:eastAsia="cs-CZ"/>
        </w:rPr>
        <w:t>Bylo upřesněno provedení výložníku formou odkazu na příslušnou přílohu projektové dokumentace a doplňkovým popisem – upřesnění provedeno rozšířením textového popisu v rámci popisu položky č.68 v soupisu prací.</w:t>
      </w:r>
    </w:p>
    <w:p w14:paraId="3BA8A950" w14:textId="77777777" w:rsidR="007250D1" w:rsidRDefault="007250D1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7FA8F53" w14:textId="77777777" w:rsidR="001B65EC" w:rsidRPr="007250D1" w:rsidRDefault="001B65EC" w:rsidP="001B65EC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bookmarkStart w:id="1" w:name="_Hlk172809556"/>
    </w:p>
    <w:p w14:paraId="125962C2" w14:textId="484BC832" w:rsidR="001B65EC" w:rsidRPr="007250D1" w:rsidRDefault="001B65EC" w:rsidP="001B65EC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7250D1">
        <w:rPr>
          <w:rFonts w:asciiTheme="majorHAnsi" w:eastAsia="Calibri" w:hAnsiTheme="majorHAnsi" w:cs="Times New Roman"/>
          <w:b/>
          <w:lang w:eastAsia="cs-CZ"/>
        </w:rPr>
        <w:t>Dotaz č. 5</w:t>
      </w:r>
      <w:r>
        <w:rPr>
          <w:rFonts w:asciiTheme="majorHAnsi" w:eastAsia="Calibri" w:hAnsiTheme="majorHAnsi" w:cs="Times New Roman"/>
          <w:b/>
          <w:lang w:eastAsia="cs-CZ"/>
        </w:rPr>
        <w:t>4</w:t>
      </w:r>
      <w:r w:rsidRPr="007250D1">
        <w:rPr>
          <w:rFonts w:asciiTheme="majorHAnsi" w:eastAsia="Calibri" w:hAnsiTheme="majorHAnsi" w:cs="Times New Roman"/>
          <w:b/>
          <w:lang w:eastAsia="cs-CZ"/>
        </w:rPr>
        <w:t>:</w:t>
      </w:r>
    </w:p>
    <w:p w14:paraId="43C3A038" w14:textId="77777777" w:rsidR="001B65EC" w:rsidRDefault="001B65EC" w:rsidP="001B65EC">
      <w:pPr>
        <w:spacing w:after="0" w:line="259" w:lineRule="auto"/>
        <w:jc w:val="both"/>
      </w:pPr>
      <w:r>
        <w:t>Žádáme o úpravu kódů / popisu následujících položek:</w:t>
      </w:r>
    </w:p>
    <w:p w14:paraId="42E65EC8" w14:textId="77777777" w:rsidR="001B65EC" w:rsidRDefault="001B65EC" w:rsidP="001B65EC">
      <w:pPr>
        <w:spacing w:after="0"/>
        <w:jc w:val="both"/>
      </w:pPr>
      <w:r w:rsidRPr="00042335">
        <w:t>PS 22-04-31</w:t>
      </w:r>
    </w:p>
    <w:tbl>
      <w:tblPr>
        <w:tblW w:w="87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"/>
        <w:gridCol w:w="573"/>
        <w:gridCol w:w="960"/>
        <w:gridCol w:w="623"/>
        <w:gridCol w:w="5670"/>
        <w:gridCol w:w="284"/>
        <w:gridCol w:w="425"/>
      </w:tblGrid>
      <w:tr w:rsidR="001B65EC" w:rsidRPr="00042335" w14:paraId="12A1D65E" w14:textId="77777777" w:rsidTr="00F106A7">
        <w:trPr>
          <w:trHeight w:val="2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CF01B7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lang w:eastAsia="cs-CZ"/>
              </w:rPr>
              <w:t>P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8181E8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lang w:eastAsia="cs-CZ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614C25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color w:val="FF0000"/>
                <w:lang w:eastAsia="cs-CZ"/>
              </w:rPr>
              <w:t>R015111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B2D705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lang w:eastAsia="cs-CZ"/>
              </w:rPr>
              <w:t>901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EFC1C5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lang w:eastAsia="cs-CZ"/>
              </w:rPr>
              <w:t>NEOCEŇOVAT - POPLATKY ZA LIKVIDACI ODPADŮ NEKONTAMINOVANÝCH - 20 03 99 ODPAD PODOBNÝ KOMUNÁLNÍMU ODPADU VČETNĚ DOPRAVY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E96C13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lang w:eastAsia="cs-CZ"/>
              </w:rPr>
              <w:t>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E3CFA5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lang w:eastAsia="cs-CZ"/>
              </w:rPr>
              <w:t>1</w:t>
            </w:r>
          </w:p>
        </w:tc>
      </w:tr>
    </w:tbl>
    <w:p w14:paraId="65A99D6D" w14:textId="77777777" w:rsidR="001B65EC" w:rsidRDefault="001B65EC" w:rsidP="001B65EC">
      <w:pPr>
        <w:spacing w:after="0"/>
        <w:jc w:val="both"/>
      </w:pPr>
    </w:p>
    <w:p w14:paraId="3709512A" w14:textId="77777777" w:rsidR="001B65EC" w:rsidRDefault="001B65EC" w:rsidP="001B65EC">
      <w:pPr>
        <w:spacing w:after="0"/>
        <w:jc w:val="both"/>
      </w:pPr>
      <w:r w:rsidRPr="00042335">
        <w:t>PS 22-04-53</w:t>
      </w:r>
    </w:p>
    <w:tbl>
      <w:tblPr>
        <w:tblW w:w="87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556"/>
        <w:gridCol w:w="928"/>
        <w:gridCol w:w="539"/>
        <w:gridCol w:w="5777"/>
        <w:gridCol w:w="280"/>
        <w:gridCol w:w="425"/>
      </w:tblGrid>
      <w:tr w:rsidR="00F106A7" w:rsidRPr="00042335" w14:paraId="318C3F0E" w14:textId="77777777" w:rsidTr="00F106A7">
        <w:trPr>
          <w:trHeight w:val="289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7B87AE" w14:textId="77777777" w:rsidR="00F106A7" w:rsidRPr="00042335" w:rsidRDefault="00F106A7" w:rsidP="00F106A7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lang w:eastAsia="cs-CZ"/>
              </w:rPr>
              <w:t>P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110CBB" w14:textId="0A2943AC" w:rsidR="00F106A7" w:rsidRPr="00042335" w:rsidRDefault="00F106A7" w:rsidP="00F106A7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lang w:eastAsia="cs-CZ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2238C7" w14:textId="77777777" w:rsidR="00F106A7" w:rsidRPr="00042335" w:rsidRDefault="00F106A7" w:rsidP="00F106A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color w:val="FF0000"/>
                <w:lang w:eastAsia="cs-CZ"/>
              </w:rPr>
              <w:t>R015111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E8F1C7" w14:textId="77777777" w:rsidR="00F106A7" w:rsidRPr="00042335" w:rsidRDefault="00F106A7" w:rsidP="00F106A7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lang w:eastAsia="cs-CZ"/>
              </w:rPr>
              <w:t>901</w:t>
            </w:r>
          </w:p>
        </w:tc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901DB6" w14:textId="77777777" w:rsidR="00F106A7" w:rsidRPr="00042335" w:rsidRDefault="00F106A7" w:rsidP="00F106A7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lang w:eastAsia="cs-CZ"/>
              </w:rPr>
              <w:t>NEOCEŇOVAT - POPLATKY ZA LIKVIDACI ODPADŮ NEKONTAMINOVANÝCH - 20 03 99 ODPAD PODOBNÝ KOMUNÁLNÍMU ODPADU VČETNĚ DOPRAVY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D08E5B" w14:textId="77777777" w:rsidR="00F106A7" w:rsidRPr="00042335" w:rsidRDefault="00F106A7" w:rsidP="00F106A7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lang w:eastAsia="cs-CZ"/>
              </w:rPr>
              <w:t>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F21E97" w14:textId="77777777" w:rsidR="00F106A7" w:rsidRPr="00042335" w:rsidRDefault="00F106A7" w:rsidP="00F106A7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lang w:eastAsia="cs-CZ"/>
              </w:rPr>
              <w:t>20</w:t>
            </w:r>
          </w:p>
        </w:tc>
      </w:tr>
    </w:tbl>
    <w:p w14:paraId="6C5BB867" w14:textId="77777777" w:rsidR="001B65EC" w:rsidRDefault="001B65EC" w:rsidP="001B65EC">
      <w:pPr>
        <w:spacing w:after="0"/>
        <w:jc w:val="both"/>
      </w:pPr>
    </w:p>
    <w:p w14:paraId="15BE29BA" w14:textId="77777777" w:rsidR="001B65EC" w:rsidRDefault="001B65EC" w:rsidP="001B65EC">
      <w:pPr>
        <w:spacing w:after="0"/>
        <w:jc w:val="both"/>
      </w:pPr>
      <w:r w:rsidRPr="00042335">
        <w:t>SO 22-10-20</w:t>
      </w:r>
    </w:p>
    <w:tbl>
      <w:tblPr>
        <w:tblW w:w="87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573"/>
        <w:gridCol w:w="958"/>
        <w:gridCol w:w="474"/>
        <w:gridCol w:w="5749"/>
        <w:gridCol w:w="326"/>
        <w:gridCol w:w="425"/>
      </w:tblGrid>
      <w:tr w:rsidR="001B65EC" w:rsidRPr="00042335" w14:paraId="55A68DE7" w14:textId="77777777" w:rsidTr="00F106A7">
        <w:trPr>
          <w:trHeight w:val="289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538409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lang w:eastAsia="cs-CZ"/>
              </w:rPr>
              <w:t>P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FD2158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lang w:eastAsia="cs-CZ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F4D8CD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color w:val="FF0000"/>
                <w:lang w:eastAsia="cs-CZ"/>
              </w:rPr>
              <w:t>R015111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2E1447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lang w:eastAsia="cs-CZ"/>
              </w:rPr>
              <w:t>901</w:t>
            </w:r>
          </w:p>
        </w:tc>
        <w:tc>
          <w:tcPr>
            <w:tcW w:w="5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CCBF88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lang w:eastAsia="cs-CZ"/>
              </w:rPr>
              <w:t>NEOCEŇOVAT - POPLATKY ZA LIKVIDACI ODPADŮ NEKONTAMINOVANÝCH - 20 03 99 ODPAD PODOBNÝ KOMUNÁLNÍMU ODPADU VČETNĚ DOPRAVY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DCB924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lang w:eastAsia="cs-CZ"/>
              </w:rPr>
              <w:t>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B79A48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lang w:eastAsia="cs-CZ"/>
              </w:rPr>
              <w:t>5</w:t>
            </w:r>
          </w:p>
        </w:tc>
      </w:tr>
    </w:tbl>
    <w:p w14:paraId="719EB746" w14:textId="77777777" w:rsidR="001B65EC" w:rsidRDefault="001B65EC" w:rsidP="001B65EC">
      <w:pPr>
        <w:spacing w:after="0"/>
        <w:jc w:val="both"/>
      </w:pPr>
    </w:p>
    <w:p w14:paraId="70E9E8E5" w14:textId="77777777" w:rsidR="001B65EC" w:rsidRDefault="001B65EC" w:rsidP="001B65EC">
      <w:pPr>
        <w:spacing w:after="0"/>
        <w:jc w:val="both"/>
      </w:pPr>
      <w:r w:rsidRPr="00042335">
        <w:t>SO 22-10-23</w:t>
      </w:r>
    </w:p>
    <w:tbl>
      <w:tblPr>
        <w:tblW w:w="89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3"/>
        <w:gridCol w:w="252"/>
        <w:gridCol w:w="960"/>
        <w:gridCol w:w="475"/>
        <w:gridCol w:w="5760"/>
        <w:gridCol w:w="284"/>
        <w:gridCol w:w="567"/>
      </w:tblGrid>
      <w:tr w:rsidR="001B65EC" w:rsidRPr="00042335" w14:paraId="333D9DB6" w14:textId="77777777" w:rsidTr="00F106A7">
        <w:trPr>
          <w:trHeight w:val="289"/>
        </w:trPr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988BC1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lang w:eastAsia="cs-CZ"/>
              </w:rPr>
              <w:t>P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3660F9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lang w:eastAsia="cs-CZ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3325F3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color w:val="FF0000"/>
                <w:lang w:eastAsia="cs-CZ"/>
              </w:rPr>
              <w:t>R015111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438790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lang w:eastAsia="cs-CZ"/>
              </w:rPr>
              <w:t>901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B46032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lang w:eastAsia="cs-CZ"/>
              </w:rPr>
              <w:t>NEOCEŇOVAT - POPLATKY ZA LIKVIDACI ODPADŮ NEKONTAMINOVANÝCH - 20 03 99 ODPAD PODOBNÝ KOMUNÁLNÍMU ODPADU VČETNĚ DOPRAVY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DB69E7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lang w:eastAsia="cs-CZ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7AB9FB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lang w:eastAsia="cs-CZ"/>
              </w:rPr>
              <w:t>15</w:t>
            </w:r>
          </w:p>
        </w:tc>
      </w:tr>
    </w:tbl>
    <w:p w14:paraId="5DD82C8D" w14:textId="77777777" w:rsidR="001B65EC" w:rsidRDefault="001B65EC" w:rsidP="001B65EC">
      <w:pPr>
        <w:spacing w:after="0"/>
        <w:jc w:val="both"/>
      </w:pPr>
    </w:p>
    <w:p w14:paraId="49320A78" w14:textId="77777777" w:rsidR="001B65EC" w:rsidRDefault="001B65EC" w:rsidP="001B65EC">
      <w:pPr>
        <w:spacing w:after="0"/>
        <w:jc w:val="both"/>
      </w:pPr>
      <w:r w:rsidRPr="00042335">
        <w:t>SO 22-31-09</w:t>
      </w:r>
    </w:p>
    <w:tbl>
      <w:tblPr>
        <w:tblW w:w="89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6"/>
        <w:gridCol w:w="367"/>
        <w:gridCol w:w="929"/>
        <w:gridCol w:w="475"/>
        <w:gridCol w:w="5683"/>
        <w:gridCol w:w="425"/>
        <w:gridCol w:w="426"/>
      </w:tblGrid>
      <w:tr w:rsidR="001B65EC" w:rsidRPr="00042335" w14:paraId="19792321" w14:textId="77777777" w:rsidTr="00F106A7">
        <w:trPr>
          <w:trHeight w:val="289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C870FE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lang w:eastAsia="cs-CZ"/>
              </w:rPr>
              <w:t>P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A37A1E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lang w:eastAsia="cs-CZ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90B36F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color w:val="FF0000"/>
                <w:lang w:eastAsia="cs-CZ"/>
              </w:rPr>
              <w:t>R015111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405755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lang w:eastAsia="cs-CZ"/>
              </w:rPr>
              <w:t>901</w:t>
            </w:r>
          </w:p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631F97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lang w:eastAsia="cs-CZ"/>
              </w:rPr>
              <w:t>NEOCEŇOVAT - POPLATKY ZA LIKVIDACI ODPADŮ NEKONTAMINOVANÝCH - 20 03 99 ODPAD PODOBNÝ KOMUNÁLNÍMU ODPADU VČETNĚ DOPRAVY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BF90D1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lang w:eastAsia="cs-CZ"/>
              </w:rPr>
              <w:t>T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2354CD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lang w:eastAsia="cs-CZ"/>
              </w:rPr>
              <w:t>20</w:t>
            </w:r>
          </w:p>
        </w:tc>
      </w:tr>
    </w:tbl>
    <w:p w14:paraId="5745569E" w14:textId="77777777" w:rsidR="001B65EC" w:rsidRDefault="001B65EC" w:rsidP="001B65EC">
      <w:pPr>
        <w:spacing w:after="0"/>
        <w:jc w:val="both"/>
      </w:pPr>
    </w:p>
    <w:p w14:paraId="1A18DCFE" w14:textId="77777777" w:rsidR="001B65EC" w:rsidRDefault="001B65EC" w:rsidP="001B65EC">
      <w:pPr>
        <w:spacing w:after="0"/>
        <w:jc w:val="both"/>
      </w:pPr>
      <w:r w:rsidRPr="00042335">
        <w:t>SO 22-31-22</w:t>
      </w:r>
    </w:p>
    <w:tbl>
      <w:tblPr>
        <w:tblW w:w="9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5"/>
        <w:gridCol w:w="358"/>
        <w:gridCol w:w="960"/>
        <w:gridCol w:w="475"/>
        <w:gridCol w:w="5652"/>
        <w:gridCol w:w="951"/>
        <w:gridCol w:w="325"/>
      </w:tblGrid>
      <w:tr w:rsidR="001B65EC" w:rsidRPr="00042335" w14:paraId="5E47D5B3" w14:textId="77777777" w:rsidTr="00C85BA8">
        <w:trPr>
          <w:trHeight w:val="289"/>
        </w:trPr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E2BDD6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lang w:eastAsia="cs-CZ"/>
              </w:rPr>
              <w:lastRenderedPageBreak/>
              <w:t>P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99921D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lang w:eastAsia="cs-CZ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870E12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color w:val="FF0000"/>
                <w:lang w:eastAsia="cs-CZ"/>
              </w:rPr>
              <w:t>R015111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339079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lang w:eastAsia="cs-CZ"/>
              </w:rPr>
              <w:t>901</w:t>
            </w:r>
          </w:p>
        </w:tc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3A33D1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lang w:eastAsia="cs-CZ"/>
              </w:rPr>
              <w:t>NEOCEŇOVAT - POPLATKY ZA LIKVIDACI ODPADŮ NEKONTAMINOVANÝCH - 20 03 99 ODPAD PODOBNÝ KOMUNÁLNÍMU ODPADU VČETNĚ DOPRAVY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E2CC2A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lang w:eastAsia="cs-CZ"/>
              </w:rPr>
              <w:t>T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BF4F08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lang w:eastAsia="cs-CZ"/>
              </w:rPr>
              <w:t>18</w:t>
            </w:r>
          </w:p>
        </w:tc>
      </w:tr>
    </w:tbl>
    <w:p w14:paraId="04DE0E2C" w14:textId="77777777" w:rsidR="001B65EC" w:rsidRDefault="001B65EC" w:rsidP="001B65EC">
      <w:pPr>
        <w:spacing w:after="0"/>
        <w:jc w:val="both"/>
      </w:pPr>
    </w:p>
    <w:p w14:paraId="55D24ECD" w14:textId="77777777" w:rsidR="001B65EC" w:rsidRDefault="001B65EC" w:rsidP="001B65EC">
      <w:pPr>
        <w:spacing w:after="0"/>
        <w:jc w:val="both"/>
      </w:pPr>
      <w:r w:rsidRPr="00042335">
        <w:t>SO 22-35-01</w:t>
      </w:r>
    </w:p>
    <w:tbl>
      <w:tblPr>
        <w:tblW w:w="9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5"/>
        <w:gridCol w:w="358"/>
        <w:gridCol w:w="960"/>
        <w:gridCol w:w="475"/>
        <w:gridCol w:w="5652"/>
        <w:gridCol w:w="951"/>
        <w:gridCol w:w="325"/>
      </w:tblGrid>
      <w:tr w:rsidR="001B65EC" w:rsidRPr="00042335" w14:paraId="5BE1A2D2" w14:textId="77777777" w:rsidTr="00C85BA8">
        <w:trPr>
          <w:trHeight w:val="289"/>
        </w:trPr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25FDBF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lang w:eastAsia="cs-CZ"/>
              </w:rPr>
              <w:t>P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8431BF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lang w:eastAsia="cs-CZ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75506C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color w:val="FF0000"/>
                <w:lang w:eastAsia="cs-CZ"/>
              </w:rPr>
              <w:t>R015111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9AED8A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lang w:eastAsia="cs-CZ"/>
              </w:rPr>
              <w:t>901</w:t>
            </w:r>
          </w:p>
        </w:tc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97AAB7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lang w:eastAsia="cs-CZ"/>
              </w:rPr>
              <w:t>NEOCEŇOVAT - POPLATKY ZA LIKVIDACI ODPADŮ NEKONTAMINOVANÝCH - 20 03 99 ODPAD PODOBNÝ KOMUNÁLNÍMU ODPADU VČETNĚ DOPRAVY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7CF152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lang w:eastAsia="cs-CZ"/>
              </w:rPr>
              <w:t>T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428B29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lang w:eastAsia="cs-CZ"/>
              </w:rPr>
              <w:t>1</w:t>
            </w:r>
          </w:p>
        </w:tc>
      </w:tr>
    </w:tbl>
    <w:p w14:paraId="7A3046F3" w14:textId="77777777" w:rsidR="001B65EC" w:rsidRDefault="001B65EC" w:rsidP="001B65EC">
      <w:pPr>
        <w:spacing w:after="0"/>
        <w:jc w:val="both"/>
      </w:pPr>
    </w:p>
    <w:p w14:paraId="291ED15D" w14:textId="77777777" w:rsidR="001B65EC" w:rsidRDefault="001B65EC" w:rsidP="001B65EC">
      <w:pPr>
        <w:spacing w:after="0"/>
        <w:jc w:val="both"/>
      </w:pPr>
      <w:r w:rsidRPr="00042335">
        <w:t>SO 22-73-06</w:t>
      </w:r>
    </w:p>
    <w:tbl>
      <w:tblPr>
        <w:tblW w:w="94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5"/>
        <w:gridCol w:w="358"/>
        <w:gridCol w:w="960"/>
        <w:gridCol w:w="475"/>
        <w:gridCol w:w="5652"/>
        <w:gridCol w:w="951"/>
        <w:gridCol w:w="467"/>
      </w:tblGrid>
      <w:tr w:rsidR="001B65EC" w:rsidRPr="00042335" w14:paraId="5CA8D4E0" w14:textId="77777777" w:rsidTr="00C85BA8">
        <w:trPr>
          <w:trHeight w:val="289"/>
        </w:trPr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52A4A5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lang w:eastAsia="cs-CZ"/>
              </w:rPr>
              <w:t>P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8308D5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lang w:eastAsia="cs-CZ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F6CABE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color w:val="FF0000"/>
                <w:lang w:eastAsia="cs-CZ"/>
              </w:rPr>
              <w:t>R015111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CC9C0F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lang w:eastAsia="cs-CZ"/>
              </w:rPr>
              <w:t>901</w:t>
            </w:r>
          </w:p>
        </w:tc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8BDEC4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lang w:eastAsia="cs-CZ"/>
              </w:rPr>
              <w:t>NEOCEŇOVAT - POPLATKY ZA LIKVIDACI ODPADŮ NEKONTAMINOVANÝCH - 20 03 99 ODPAD PODOBNÝ KOMUNÁLNÍMU ODPADU VČETNĚ DOPRAVY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EDCDA9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lang w:eastAsia="cs-CZ"/>
              </w:rPr>
              <w:t>T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F798AC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042335">
              <w:rPr>
                <w:rFonts w:ascii="Calibri" w:eastAsia="Times New Roman" w:hAnsi="Calibri" w:cs="Calibri"/>
                <w:lang w:eastAsia="cs-CZ"/>
              </w:rPr>
              <w:t>90</w:t>
            </w:r>
          </w:p>
        </w:tc>
      </w:tr>
    </w:tbl>
    <w:p w14:paraId="53FB7FC6" w14:textId="77777777" w:rsidR="001B65EC" w:rsidRDefault="001B65EC" w:rsidP="001B65EC">
      <w:pPr>
        <w:spacing w:after="0"/>
        <w:jc w:val="both"/>
      </w:pPr>
    </w:p>
    <w:p w14:paraId="15BD4DF6" w14:textId="77777777" w:rsidR="001B74C7" w:rsidRDefault="001B74C7" w:rsidP="001B65EC">
      <w:pPr>
        <w:spacing w:after="0"/>
        <w:jc w:val="both"/>
      </w:pPr>
    </w:p>
    <w:p w14:paraId="7261A612" w14:textId="77777777" w:rsidR="001B65EC" w:rsidRDefault="001B65EC" w:rsidP="001B65EC">
      <w:pPr>
        <w:spacing w:after="0"/>
        <w:jc w:val="both"/>
      </w:pPr>
      <w:r>
        <w:t xml:space="preserve">Dle SO 90-90 je to kód pro odpad </w:t>
      </w:r>
      <w:r w:rsidRPr="00042335">
        <w:rPr>
          <w:rFonts w:ascii="Arial" w:eastAsia="Times New Roman" w:hAnsi="Arial" w:cs="Arial"/>
          <w:sz w:val="20"/>
          <w:szCs w:val="20"/>
          <w:lang w:eastAsia="cs-CZ"/>
        </w:rPr>
        <w:t>VYTĚŽENÉ ZEMINY A HORNINY - I. TŘÍDA TĚŽITELNOSTI</w:t>
      </w:r>
      <w:r>
        <w:t>:</w:t>
      </w:r>
    </w:p>
    <w:tbl>
      <w:tblPr>
        <w:tblW w:w="9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992"/>
        <w:gridCol w:w="960"/>
        <w:gridCol w:w="7261"/>
      </w:tblGrid>
      <w:tr w:rsidR="001B65EC" w:rsidRPr="00042335" w14:paraId="0CD3258C" w14:textId="77777777" w:rsidTr="00C85BA8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CE3E5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F9CA4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42335"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  <w:t>R015111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8E7E4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4233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901</w:t>
            </w:r>
          </w:p>
        </w:tc>
        <w:tc>
          <w:tcPr>
            <w:tcW w:w="7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04E508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4233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LIKVIDACE ODPADŮ NEKONTAMINOVANÝCH - 17 05 04  VYTĚŽENÉ ZEMINY A HORNINY - I. TŘÍDA TĚŽITELNOSTI, včetně dopravy</w:t>
            </w:r>
          </w:p>
        </w:tc>
      </w:tr>
    </w:tbl>
    <w:p w14:paraId="1B5423D5" w14:textId="77777777" w:rsidR="001B65EC" w:rsidRDefault="001B65EC" w:rsidP="001B65EC">
      <w:pPr>
        <w:spacing w:after="0"/>
        <w:jc w:val="both"/>
      </w:pPr>
      <w:r>
        <w:t>Položce by měl odpovídat kód R015240</w:t>
      </w:r>
    </w:p>
    <w:tbl>
      <w:tblPr>
        <w:tblW w:w="89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266"/>
        <w:gridCol w:w="992"/>
        <w:gridCol w:w="960"/>
        <w:gridCol w:w="6535"/>
      </w:tblGrid>
      <w:tr w:rsidR="001B65EC" w:rsidRPr="00042335" w14:paraId="590B010F" w14:textId="77777777" w:rsidTr="00C85BA8">
        <w:trPr>
          <w:trHeight w:val="51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EF7029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</w:tcPr>
          <w:p w14:paraId="4DAE76D6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11D472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42335"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  <w:t>R015240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0FF80C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4233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934</w:t>
            </w:r>
          </w:p>
        </w:tc>
        <w:tc>
          <w:tcPr>
            <w:tcW w:w="6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ABCE03" w14:textId="77777777" w:rsidR="001B65EC" w:rsidRPr="00042335" w:rsidRDefault="001B65EC" w:rsidP="00C85B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4233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LIKVIDACE ODPADŮ NEKONTAMINOVANÝCH - 20 03 99  ODPAD PODOBNÝ KOMUNÁLNÍMU ODPADU, včetně dopravy</w:t>
            </w:r>
          </w:p>
        </w:tc>
      </w:tr>
    </w:tbl>
    <w:p w14:paraId="29EE4CDF" w14:textId="77777777" w:rsidR="00C65A3B" w:rsidRDefault="00C65A3B" w:rsidP="001B65EC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568848A2" w14:textId="12CEFDE1" w:rsidR="001B65EC" w:rsidRPr="007250D1" w:rsidRDefault="001B65EC" w:rsidP="001B65EC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7250D1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bookmarkEnd w:id="1"/>
    <w:p w14:paraId="789E29F3" w14:textId="39D8304A" w:rsidR="007B68FF" w:rsidRPr="00C65A3B" w:rsidRDefault="00BA1440" w:rsidP="007B68F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65A3B">
        <w:rPr>
          <w:rFonts w:eastAsia="Calibri" w:cs="Times New Roman"/>
          <w:bCs/>
          <w:lang w:eastAsia="cs-CZ"/>
        </w:rPr>
        <w:t>Byla</w:t>
      </w:r>
      <w:r w:rsidR="007B68FF" w:rsidRPr="00C65A3B">
        <w:rPr>
          <w:rFonts w:eastAsia="Calibri" w:cs="Times New Roman"/>
          <w:bCs/>
          <w:lang w:eastAsia="cs-CZ"/>
        </w:rPr>
        <w:t xml:space="preserve"> opravena chybná textace položek odpadu</w:t>
      </w:r>
      <w:r w:rsidRPr="00C65A3B">
        <w:rPr>
          <w:rFonts w:eastAsia="Calibri" w:cs="Times New Roman"/>
          <w:bCs/>
          <w:lang w:eastAsia="cs-CZ"/>
        </w:rPr>
        <w:t xml:space="preserve"> R015111</w:t>
      </w:r>
      <w:r w:rsidR="007B68FF" w:rsidRPr="00C65A3B">
        <w:rPr>
          <w:rFonts w:eastAsia="Calibri" w:cs="Times New Roman"/>
          <w:bCs/>
          <w:lang w:eastAsia="cs-CZ"/>
        </w:rPr>
        <w:t>.</w:t>
      </w:r>
    </w:p>
    <w:p w14:paraId="5F64C8E6" w14:textId="367A3CEC" w:rsidR="007B68FF" w:rsidRPr="00C65A3B" w:rsidRDefault="007B68FF" w:rsidP="00BA1440">
      <w:pPr>
        <w:spacing w:after="0" w:line="240" w:lineRule="auto"/>
        <w:rPr>
          <w:rFonts w:eastAsia="Calibri" w:cs="Times New Roman"/>
          <w:bCs/>
          <w:lang w:eastAsia="cs-CZ"/>
        </w:rPr>
      </w:pPr>
      <w:r w:rsidRPr="00C65A3B">
        <w:rPr>
          <w:rFonts w:eastAsia="Calibri" w:cs="Times New Roman"/>
          <w:bCs/>
          <w:lang w:eastAsia="cs-CZ"/>
        </w:rPr>
        <w:t>Položka R015111</w:t>
      </w:r>
      <w:r w:rsidR="00BA1440" w:rsidRPr="00C65A3B">
        <w:rPr>
          <w:rFonts w:eastAsia="Calibri" w:cs="Times New Roman"/>
          <w:bCs/>
          <w:lang w:eastAsia="cs-CZ"/>
        </w:rPr>
        <w:t>:</w:t>
      </w:r>
      <w:r w:rsidRPr="00C65A3B">
        <w:rPr>
          <w:rFonts w:eastAsia="Calibri" w:cs="Times New Roman"/>
          <w:bCs/>
          <w:lang w:eastAsia="cs-CZ"/>
        </w:rPr>
        <w:t xml:space="preserve"> </w:t>
      </w:r>
      <w:r w:rsidR="00BA1440" w:rsidRPr="00C65A3B">
        <w:rPr>
          <w:rFonts w:eastAsia="Calibri" w:cs="Times New Roman"/>
          <w:bCs/>
          <w:lang w:eastAsia="cs-CZ"/>
        </w:rPr>
        <w:t xml:space="preserve">NEOCEŇOVAT - </w:t>
      </w:r>
      <w:r w:rsidRPr="00C65A3B">
        <w:rPr>
          <w:rFonts w:eastAsia="Calibri" w:cs="Times New Roman"/>
          <w:bCs/>
          <w:lang w:eastAsia="cs-CZ"/>
        </w:rPr>
        <w:t xml:space="preserve">LIKVIDACE ODPADŮ NEKONTAMINOVANÝCH </w:t>
      </w:r>
      <w:r w:rsidR="00BA1440" w:rsidRPr="00C65A3B">
        <w:rPr>
          <w:rFonts w:eastAsia="Calibri" w:cs="Times New Roman"/>
          <w:bCs/>
          <w:lang w:eastAsia="cs-CZ"/>
        </w:rPr>
        <w:t>–</w:t>
      </w:r>
      <w:r w:rsidRPr="00C65A3B">
        <w:rPr>
          <w:rFonts w:eastAsia="Calibri" w:cs="Times New Roman"/>
          <w:bCs/>
          <w:lang w:eastAsia="cs-CZ"/>
        </w:rPr>
        <w:t xml:space="preserve"> 17</w:t>
      </w:r>
      <w:r w:rsidR="00BA1440" w:rsidRPr="00C65A3B">
        <w:rPr>
          <w:rFonts w:eastAsia="Calibri" w:cs="Times New Roman"/>
          <w:bCs/>
          <w:lang w:eastAsia="cs-CZ"/>
        </w:rPr>
        <w:noBreakHyphen/>
      </w:r>
      <w:r w:rsidRPr="00C65A3B">
        <w:rPr>
          <w:rFonts w:eastAsia="Calibri" w:cs="Times New Roman"/>
          <w:bCs/>
          <w:lang w:eastAsia="cs-CZ"/>
        </w:rPr>
        <w:t xml:space="preserve"> 05 </w:t>
      </w:r>
      <w:proofErr w:type="gramStart"/>
      <w:r w:rsidRPr="00C65A3B">
        <w:rPr>
          <w:rFonts w:eastAsia="Calibri" w:cs="Times New Roman"/>
          <w:bCs/>
          <w:lang w:eastAsia="cs-CZ"/>
        </w:rPr>
        <w:t>04  VYTĚŽENÉ</w:t>
      </w:r>
      <w:proofErr w:type="gramEnd"/>
      <w:r w:rsidRPr="00C65A3B">
        <w:rPr>
          <w:rFonts w:eastAsia="Calibri" w:cs="Times New Roman"/>
          <w:bCs/>
          <w:lang w:eastAsia="cs-CZ"/>
        </w:rPr>
        <w:t xml:space="preserve"> ZEMINY A HORNINY - I. TŘÍDA TĚŽITELNOSTI, včetně dopravy</w:t>
      </w:r>
      <w:r w:rsidR="00BA1440" w:rsidRPr="00C65A3B">
        <w:rPr>
          <w:rFonts w:eastAsia="Calibri" w:cs="Times New Roman"/>
          <w:bCs/>
          <w:lang w:eastAsia="cs-CZ"/>
        </w:rPr>
        <w:t>.</w:t>
      </w:r>
    </w:p>
    <w:p w14:paraId="387BF978" w14:textId="77777777" w:rsidR="007B68FF" w:rsidRPr="00ED1521" w:rsidRDefault="007B68FF" w:rsidP="007B68FF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5B0FC83F" w14:textId="77777777" w:rsidR="001B74C7" w:rsidRPr="00F744FA" w:rsidRDefault="001B74C7" w:rsidP="001B74C7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3E782B9D" w14:textId="675DB8DE" w:rsidR="001B65EC" w:rsidRPr="007250D1" w:rsidRDefault="001B65EC" w:rsidP="001B65EC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7250D1">
        <w:rPr>
          <w:rFonts w:asciiTheme="majorHAnsi" w:eastAsia="Calibri" w:hAnsiTheme="majorHAnsi" w:cs="Times New Roman"/>
          <w:b/>
          <w:lang w:eastAsia="cs-CZ"/>
        </w:rPr>
        <w:t>Dotaz č. 5</w:t>
      </w:r>
      <w:r>
        <w:rPr>
          <w:rFonts w:asciiTheme="majorHAnsi" w:eastAsia="Calibri" w:hAnsiTheme="majorHAnsi" w:cs="Times New Roman"/>
          <w:b/>
          <w:lang w:eastAsia="cs-CZ"/>
        </w:rPr>
        <w:t>5</w:t>
      </w:r>
      <w:r w:rsidRPr="007250D1">
        <w:rPr>
          <w:rFonts w:asciiTheme="majorHAnsi" w:eastAsia="Calibri" w:hAnsiTheme="majorHAnsi" w:cs="Times New Roman"/>
          <w:b/>
          <w:lang w:eastAsia="cs-CZ"/>
        </w:rPr>
        <w:t>:</w:t>
      </w:r>
    </w:p>
    <w:p w14:paraId="7C886448" w14:textId="77777777" w:rsidR="001B65EC" w:rsidRDefault="001B65EC" w:rsidP="001B65EC">
      <w:pPr>
        <w:spacing w:after="0" w:line="259" w:lineRule="auto"/>
        <w:jc w:val="both"/>
      </w:pPr>
      <w:r>
        <w:t xml:space="preserve">Žádáme zadavatele o doplnění položky </w:t>
      </w:r>
      <w:r w:rsidRPr="002C283D">
        <w:t xml:space="preserve">R015621 NEOCEŇOVAT - POPLATKY ZA LIKVIDACŮ ODPADŮ NEBEZPEČNÝCH - KABELY S PLASTOVOU IZOLACÍ VČETNĚ DOPRAVY </w:t>
      </w:r>
      <w:r>
        <w:t>do objektu SO 90-90.</w:t>
      </w:r>
    </w:p>
    <w:p w14:paraId="232E0E6A" w14:textId="77777777" w:rsidR="001B65EC" w:rsidRDefault="001B65EC" w:rsidP="001B65E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8EBACF5" w14:textId="77777777" w:rsidR="001B65EC" w:rsidRPr="007250D1" w:rsidRDefault="001B65EC" w:rsidP="001B65EC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7250D1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4457128A" w14:textId="77AB6F4E" w:rsidR="001B65EC" w:rsidRPr="00C65A3B" w:rsidRDefault="00E4288E" w:rsidP="001B65EC">
      <w:pPr>
        <w:spacing w:after="0" w:line="240" w:lineRule="auto"/>
        <w:rPr>
          <w:rFonts w:asciiTheme="majorHAnsi" w:eastAsia="Calibri" w:hAnsiTheme="majorHAnsi" w:cs="Times New Roman"/>
          <w:bCs/>
          <w:lang w:eastAsia="cs-CZ"/>
        </w:rPr>
      </w:pPr>
      <w:r w:rsidRPr="00C65A3B">
        <w:rPr>
          <w:rFonts w:asciiTheme="majorHAnsi" w:eastAsia="Calibri" w:hAnsiTheme="majorHAnsi" w:cs="Times New Roman"/>
          <w:bCs/>
          <w:lang w:eastAsia="cs-CZ"/>
        </w:rPr>
        <w:t>Byl sjednocen kód položek v soupisech prací PS a SO s SO 90-90.</w:t>
      </w:r>
    </w:p>
    <w:p w14:paraId="1D4E9F6E" w14:textId="77777777" w:rsidR="001B65EC" w:rsidRPr="00C65A3B" w:rsidRDefault="001B65EC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3F4B620" w14:textId="77777777" w:rsidR="001B65EC" w:rsidRPr="00C65A3B" w:rsidRDefault="001B65EC" w:rsidP="001B65EC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6DFBD6A5" w14:textId="7554847C" w:rsidR="001B65EC" w:rsidRPr="00C65A3B" w:rsidRDefault="001B65EC" w:rsidP="001B65EC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C65A3B">
        <w:rPr>
          <w:rFonts w:asciiTheme="majorHAnsi" w:eastAsia="Calibri" w:hAnsiTheme="majorHAnsi" w:cs="Times New Roman"/>
          <w:b/>
          <w:lang w:eastAsia="cs-CZ"/>
        </w:rPr>
        <w:t>Dotaz č. 56:</w:t>
      </w:r>
    </w:p>
    <w:p w14:paraId="394C8DBC" w14:textId="77777777" w:rsidR="001B65EC" w:rsidRPr="00C65A3B" w:rsidRDefault="001B65EC" w:rsidP="001B65EC">
      <w:pPr>
        <w:spacing w:after="0" w:line="259" w:lineRule="auto"/>
        <w:jc w:val="both"/>
      </w:pPr>
      <w:r w:rsidRPr="00C65A3B">
        <w:t>Žádáme zadavatele o doplnění položky R015796 POPLATKY ZA LIKVIDACI ODPADŮ – 17 04 11 ZBYTKY KABELŮ A VODIČŮ VČ. DOPRAVY NA SKLÁDKU A MANIPULACE do objektu SO 90-90.</w:t>
      </w:r>
    </w:p>
    <w:p w14:paraId="71665CCB" w14:textId="77777777" w:rsidR="001B65EC" w:rsidRPr="00C65A3B" w:rsidRDefault="001B65EC" w:rsidP="001B65E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F02C477" w14:textId="77777777" w:rsidR="001B65EC" w:rsidRPr="00C65A3B" w:rsidRDefault="001B65EC" w:rsidP="001B65EC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C65A3B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56D00FB2" w14:textId="02D65CD2" w:rsidR="001B74C7" w:rsidRPr="00C65A3B" w:rsidRDefault="00E4288E" w:rsidP="001B74C7">
      <w:pPr>
        <w:spacing w:after="0" w:line="240" w:lineRule="auto"/>
        <w:rPr>
          <w:rFonts w:asciiTheme="majorHAnsi" w:eastAsia="Calibri" w:hAnsiTheme="majorHAnsi" w:cs="Times New Roman"/>
          <w:bCs/>
          <w:lang w:eastAsia="cs-CZ"/>
        </w:rPr>
      </w:pPr>
      <w:r w:rsidRPr="00C65A3B">
        <w:rPr>
          <w:rFonts w:asciiTheme="majorHAnsi" w:eastAsia="Calibri" w:hAnsiTheme="majorHAnsi" w:cs="Times New Roman"/>
          <w:bCs/>
          <w:lang w:eastAsia="cs-CZ"/>
        </w:rPr>
        <w:t>Byl sjednocen kód položek v soupisech prací PS a SO s SO 90-90.</w:t>
      </w:r>
    </w:p>
    <w:p w14:paraId="4C68C7B4" w14:textId="77777777" w:rsidR="001B65EC" w:rsidRPr="00C65A3B" w:rsidRDefault="001B65EC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4E6BCB7" w14:textId="77777777" w:rsidR="001B65EC" w:rsidRPr="00C65A3B" w:rsidRDefault="001B65EC" w:rsidP="001B65EC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02E2958C" w14:textId="23ABAE62" w:rsidR="001B65EC" w:rsidRPr="00C65A3B" w:rsidRDefault="001B65EC" w:rsidP="001B65EC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C65A3B">
        <w:rPr>
          <w:rFonts w:asciiTheme="majorHAnsi" w:eastAsia="Calibri" w:hAnsiTheme="majorHAnsi" w:cs="Times New Roman"/>
          <w:b/>
          <w:lang w:eastAsia="cs-CZ"/>
        </w:rPr>
        <w:t>Dotaz č. 57:</w:t>
      </w:r>
    </w:p>
    <w:p w14:paraId="193DA50F" w14:textId="77777777" w:rsidR="001B65EC" w:rsidRPr="00C65A3B" w:rsidRDefault="001B65EC" w:rsidP="001B65EC">
      <w:pPr>
        <w:tabs>
          <w:tab w:val="left" w:pos="8955"/>
        </w:tabs>
        <w:spacing w:after="0" w:line="240" w:lineRule="auto"/>
        <w:jc w:val="both"/>
        <w:rPr>
          <w:rFonts w:eastAsia="Times New Roman" w:cs="Calibri"/>
          <w:lang w:eastAsia="cs-CZ"/>
        </w:rPr>
      </w:pPr>
      <w:r w:rsidRPr="00C65A3B">
        <w:t xml:space="preserve">Žádáme zadavatele o doplnění položky </w:t>
      </w:r>
      <w:r w:rsidRPr="00C65A3B">
        <w:rPr>
          <w:rFonts w:eastAsia="Times New Roman" w:cs="Calibri"/>
          <w:lang w:eastAsia="cs-CZ"/>
        </w:rPr>
        <w:t>R22024128</w:t>
      </w:r>
      <w:r w:rsidRPr="00C65A3B">
        <w:t xml:space="preserve"> </w:t>
      </w:r>
      <w:r w:rsidRPr="00C65A3B">
        <w:rPr>
          <w:rFonts w:eastAsia="Times New Roman" w:cs="Calibri"/>
          <w:lang w:eastAsia="cs-CZ"/>
        </w:rPr>
        <w:t xml:space="preserve">LIKVIDACE ODPADŮ NEKONTAMINOVANÝCH - 17 05 04  VYTĚŽENÉ ZEMINY A HORNINY NESPLŇUJÍCÍ HODNOTY PRO POUŽITÍ NA POVRCHU TERÉNU, včetně dopravy </w:t>
      </w:r>
      <w:r w:rsidRPr="00C65A3B">
        <w:t>do objektu SO 90-90.</w:t>
      </w:r>
    </w:p>
    <w:p w14:paraId="498FBFE6" w14:textId="77777777" w:rsidR="001B65EC" w:rsidRPr="00C65A3B" w:rsidRDefault="001B65EC" w:rsidP="001B65E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AC1C28F" w14:textId="77777777" w:rsidR="001B65EC" w:rsidRPr="00C65A3B" w:rsidRDefault="001B65EC" w:rsidP="001B65EC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C65A3B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72095F28" w14:textId="16302F19" w:rsidR="001B74C7" w:rsidRPr="00C65A3B" w:rsidRDefault="00E4288E" w:rsidP="001B74C7">
      <w:pPr>
        <w:spacing w:after="0" w:line="240" w:lineRule="auto"/>
        <w:rPr>
          <w:rFonts w:asciiTheme="majorHAnsi" w:eastAsia="Calibri" w:hAnsiTheme="majorHAnsi" w:cs="Times New Roman"/>
          <w:bCs/>
          <w:lang w:eastAsia="cs-CZ"/>
        </w:rPr>
      </w:pPr>
      <w:r w:rsidRPr="00C65A3B">
        <w:rPr>
          <w:rFonts w:asciiTheme="majorHAnsi" w:eastAsia="Calibri" w:hAnsiTheme="majorHAnsi" w:cs="Times New Roman"/>
          <w:bCs/>
          <w:lang w:eastAsia="cs-CZ"/>
        </w:rPr>
        <w:t>Byl sjednocen kód položek v soupisech prací PS a SO s SO 90-90.</w:t>
      </w:r>
    </w:p>
    <w:p w14:paraId="2E288E45" w14:textId="77777777" w:rsidR="001B65EC" w:rsidRDefault="001B65EC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874E938" w14:textId="77777777" w:rsidR="001B65EC" w:rsidRDefault="001B65EC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58A54E2" w14:textId="1D6E46F5" w:rsidR="001B65EC" w:rsidRPr="007250D1" w:rsidRDefault="001B65EC" w:rsidP="001B65EC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7250D1">
        <w:rPr>
          <w:rFonts w:asciiTheme="majorHAnsi" w:eastAsia="Calibri" w:hAnsiTheme="majorHAnsi" w:cs="Times New Roman"/>
          <w:b/>
          <w:lang w:eastAsia="cs-CZ"/>
        </w:rPr>
        <w:t>Dotaz č. 5</w:t>
      </w:r>
      <w:r>
        <w:rPr>
          <w:rFonts w:asciiTheme="majorHAnsi" w:eastAsia="Calibri" w:hAnsiTheme="majorHAnsi" w:cs="Times New Roman"/>
          <w:b/>
          <w:lang w:eastAsia="cs-CZ"/>
        </w:rPr>
        <w:t>8</w:t>
      </w:r>
      <w:r w:rsidRPr="007250D1">
        <w:rPr>
          <w:rFonts w:asciiTheme="majorHAnsi" w:eastAsia="Calibri" w:hAnsiTheme="majorHAnsi" w:cs="Times New Roman"/>
          <w:b/>
          <w:lang w:eastAsia="cs-CZ"/>
        </w:rPr>
        <w:t>:</w:t>
      </w:r>
    </w:p>
    <w:p w14:paraId="1838A5E5" w14:textId="77777777" w:rsidR="001B65EC" w:rsidRPr="00C32FC8" w:rsidRDefault="001B65EC" w:rsidP="001B65EC">
      <w:pPr>
        <w:pStyle w:val="Odstavecseseznamem"/>
        <w:numPr>
          <w:ilvl w:val="0"/>
          <w:numId w:val="8"/>
        </w:numPr>
        <w:tabs>
          <w:tab w:val="left" w:pos="8955"/>
        </w:tabs>
        <w:spacing w:after="0" w:line="240" w:lineRule="auto"/>
        <w:jc w:val="both"/>
        <w:rPr>
          <w:rFonts w:ascii="Calibri" w:eastAsia="Times New Roman" w:hAnsi="Calibri" w:cs="Calibri"/>
          <w:lang w:eastAsia="cs-CZ"/>
        </w:rPr>
      </w:pPr>
      <w:r>
        <w:t>Žádáme zadavatele o sjednocení kódů položek pro odpady u objektu PS 22-02-41, PS 22-02-71 a PS 22-02-91:</w:t>
      </w:r>
    </w:p>
    <w:tbl>
      <w:tblPr>
        <w:tblpPr w:leftFromText="141" w:rightFromText="141" w:vertAnchor="text" w:horzAnchor="margin" w:tblpY="151"/>
        <w:tblW w:w="9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475"/>
        <w:gridCol w:w="1152"/>
        <w:gridCol w:w="326"/>
        <w:gridCol w:w="6136"/>
        <w:gridCol w:w="550"/>
        <w:gridCol w:w="584"/>
      </w:tblGrid>
      <w:tr w:rsidR="001B65EC" w:rsidRPr="00C32FC8" w14:paraId="45D27444" w14:textId="77777777" w:rsidTr="00C85BA8">
        <w:trPr>
          <w:trHeight w:val="289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40FEBC" w14:textId="77777777" w:rsidR="001B65EC" w:rsidRPr="00C32FC8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C32FC8">
              <w:rPr>
                <w:rFonts w:ascii="Calibri" w:eastAsia="Times New Roman" w:hAnsi="Calibri" w:cs="Calibri"/>
                <w:lang w:eastAsia="cs-CZ"/>
              </w:rPr>
              <w:t>P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794324" w14:textId="77777777" w:rsidR="001B65EC" w:rsidRPr="00C32FC8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C32FC8">
              <w:rPr>
                <w:rFonts w:ascii="Calibri" w:eastAsia="Times New Roman" w:hAnsi="Calibri" w:cs="Calibri"/>
                <w:lang w:eastAsia="cs-CZ"/>
              </w:rPr>
              <w:t>165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11BBE9" w14:textId="77777777" w:rsidR="001B65EC" w:rsidRPr="00C32FC8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strike/>
                <w:lang w:eastAsia="cs-CZ"/>
              </w:rPr>
            </w:pPr>
            <w:r w:rsidRPr="00C32FC8">
              <w:rPr>
                <w:rFonts w:ascii="Calibri" w:eastAsia="Times New Roman" w:hAnsi="Calibri" w:cs="Calibri"/>
                <w:strike/>
                <w:lang w:eastAsia="cs-CZ"/>
              </w:rPr>
              <w:t>R22024129</w:t>
            </w:r>
          </w:p>
          <w:p w14:paraId="3662887A" w14:textId="77777777" w:rsidR="001B65EC" w:rsidRPr="00C32FC8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C32FC8">
              <w:rPr>
                <w:rFonts w:ascii="Calibri" w:eastAsia="Times New Roman" w:hAnsi="Calibri" w:cs="Calibri"/>
                <w:lang w:eastAsia="cs-CZ"/>
              </w:rPr>
              <w:t>R015120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1A77F3" w14:textId="77777777" w:rsidR="001B65EC" w:rsidRPr="00C32FC8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7897FD" w14:textId="77777777" w:rsidR="001B65EC" w:rsidRPr="00C32FC8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C32FC8">
              <w:rPr>
                <w:rFonts w:ascii="Calibri" w:eastAsia="Times New Roman" w:hAnsi="Calibri" w:cs="Calibri"/>
                <w:lang w:eastAsia="cs-CZ"/>
              </w:rPr>
              <w:t>LIKVIDACE ODPADŮ NEKONTAMINOVANÝCH - 17 01 02  STAVEBNÍ A DEMOLIČNÍ SUŤ (CIHLY), včetně dopravy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6BC8B5" w14:textId="77777777" w:rsidR="001B65EC" w:rsidRPr="00C32FC8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C32FC8">
              <w:rPr>
                <w:rFonts w:ascii="Calibri" w:eastAsia="Times New Roman" w:hAnsi="Calibri" w:cs="Calibri"/>
                <w:lang w:eastAsia="cs-CZ"/>
              </w:rPr>
              <w:t>T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FFB513" w14:textId="77777777" w:rsidR="001B65EC" w:rsidRPr="00C32FC8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C32FC8">
              <w:rPr>
                <w:rFonts w:ascii="Calibri" w:eastAsia="Times New Roman" w:hAnsi="Calibri" w:cs="Calibri"/>
                <w:lang w:eastAsia="cs-CZ"/>
              </w:rPr>
              <w:t>0,4</w:t>
            </w:r>
          </w:p>
        </w:tc>
      </w:tr>
      <w:tr w:rsidR="001B65EC" w:rsidRPr="00C32FC8" w14:paraId="2E10D7EB" w14:textId="77777777" w:rsidTr="00C85BA8">
        <w:trPr>
          <w:trHeight w:val="289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C330CA" w14:textId="77777777" w:rsidR="001B65EC" w:rsidRPr="00C32FC8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C32FC8">
              <w:rPr>
                <w:rFonts w:ascii="Calibri" w:eastAsia="Times New Roman" w:hAnsi="Calibri" w:cs="Calibri"/>
                <w:lang w:eastAsia="cs-CZ"/>
              </w:rPr>
              <w:t>P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33984A" w14:textId="77777777" w:rsidR="001B65EC" w:rsidRPr="00C32FC8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C32FC8">
              <w:rPr>
                <w:rFonts w:ascii="Calibri" w:eastAsia="Times New Roman" w:hAnsi="Calibri" w:cs="Calibri"/>
                <w:lang w:eastAsia="cs-CZ"/>
              </w:rPr>
              <w:t>166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661FBC" w14:textId="77777777" w:rsidR="001B65EC" w:rsidRPr="00C32FC8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strike/>
                <w:lang w:eastAsia="cs-CZ"/>
              </w:rPr>
            </w:pPr>
            <w:r w:rsidRPr="00C32FC8">
              <w:rPr>
                <w:rFonts w:ascii="Calibri" w:eastAsia="Times New Roman" w:hAnsi="Calibri" w:cs="Calibri"/>
                <w:strike/>
                <w:lang w:eastAsia="cs-CZ"/>
              </w:rPr>
              <w:t>R22024130</w:t>
            </w:r>
          </w:p>
          <w:p w14:paraId="22DC2266" w14:textId="77777777" w:rsidR="001B65EC" w:rsidRPr="00C32FC8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C32FC8">
              <w:rPr>
                <w:rFonts w:ascii="Calibri" w:eastAsia="Times New Roman" w:hAnsi="Calibri" w:cs="Calibri"/>
                <w:lang w:eastAsia="cs-CZ"/>
              </w:rPr>
              <w:t>R015749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20783F" w14:textId="77777777" w:rsidR="001B65EC" w:rsidRPr="00C32FC8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B20DE2" w14:textId="77777777" w:rsidR="001B65EC" w:rsidRPr="00C32FC8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C32FC8">
              <w:rPr>
                <w:rFonts w:ascii="Calibri" w:eastAsia="Times New Roman" w:hAnsi="Calibri" w:cs="Calibri"/>
                <w:lang w:eastAsia="cs-CZ"/>
              </w:rPr>
              <w:t>LIKVIDACE ODPADŮ NEKONTAMINOVANÝCH - 17 04 11  KABELY, včetně dopravy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B80D3" w14:textId="77777777" w:rsidR="001B65EC" w:rsidRPr="00C32FC8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C32FC8">
              <w:rPr>
                <w:rFonts w:ascii="Calibri" w:eastAsia="Times New Roman" w:hAnsi="Calibri" w:cs="Calibri"/>
                <w:lang w:eastAsia="cs-CZ"/>
              </w:rPr>
              <w:t>T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1A03CF" w14:textId="77777777" w:rsidR="001B65EC" w:rsidRPr="00C32FC8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C32FC8">
              <w:rPr>
                <w:rFonts w:ascii="Calibri" w:eastAsia="Times New Roman" w:hAnsi="Calibri" w:cs="Calibri"/>
                <w:lang w:eastAsia="cs-CZ"/>
              </w:rPr>
              <w:t>0,1</w:t>
            </w:r>
          </w:p>
        </w:tc>
      </w:tr>
      <w:tr w:rsidR="001B65EC" w:rsidRPr="00C32FC8" w14:paraId="4349102F" w14:textId="77777777" w:rsidTr="00C85BA8">
        <w:trPr>
          <w:trHeight w:val="289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38234B" w14:textId="77777777" w:rsidR="001B65EC" w:rsidRPr="00C32FC8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C32FC8">
              <w:rPr>
                <w:rFonts w:ascii="Calibri" w:eastAsia="Times New Roman" w:hAnsi="Calibri" w:cs="Calibri"/>
                <w:lang w:eastAsia="cs-CZ"/>
              </w:rPr>
              <w:t>P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AED4AE" w14:textId="77777777" w:rsidR="001B65EC" w:rsidRPr="00C32FC8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C32FC8">
              <w:rPr>
                <w:rFonts w:ascii="Calibri" w:eastAsia="Times New Roman" w:hAnsi="Calibri" w:cs="Calibri"/>
                <w:lang w:eastAsia="cs-CZ"/>
              </w:rPr>
              <w:t>167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21E849" w14:textId="77777777" w:rsidR="001B65EC" w:rsidRPr="00C32FC8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strike/>
                <w:lang w:eastAsia="cs-CZ"/>
              </w:rPr>
            </w:pPr>
            <w:r w:rsidRPr="00C32FC8">
              <w:rPr>
                <w:rFonts w:ascii="Calibri" w:eastAsia="Times New Roman" w:hAnsi="Calibri" w:cs="Calibri"/>
                <w:strike/>
                <w:lang w:eastAsia="cs-CZ"/>
              </w:rPr>
              <w:t>R22024131</w:t>
            </w:r>
          </w:p>
          <w:p w14:paraId="5CD90086" w14:textId="77777777" w:rsidR="001B65EC" w:rsidRPr="00C32FC8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C32FC8">
              <w:rPr>
                <w:rFonts w:ascii="Calibri" w:eastAsia="Times New Roman" w:hAnsi="Calibri" w:cs="Calibri"/>
                <w:lang w:eastAsia="cs-CZ"/>
              </w:rPr>
              <w:t>R015240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F603E0" w14:textId="77777777" w:rsidR="001B65EC" w:rsidRPr="00C32FC8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FF7121" w14:textId="77777777" w:rsidR="001B65EC" w:rsidRPr="00C32FC8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C32FC8">
              <w:rPr>
                <w:rFonts w:ascii="Calibri" w:eastAsia="Times New Roman" w:hAnsi="Calibri" w:cs="Calibri"/>
                <w:lang w:eastAsia="cs-CZ"/>
              </w:rPr>
              <w:t>LIKVIDACE ODPADŮ NEKONTAMINOVANÝCH - 20 03 99  ODPAD PODOBNÝ KOMUNÁLNÍMU ODPADU, včetně dopravy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A3E724" w14:textId="77777777" w:rsidR="001B65EC" w:rsidRPr="00C32FC8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C32FC8">
              <w:rPr>
                <w:rFonts w:ascii="Calibri" w:eastAsia="Times New Roman" w:hAnsi="Calibri" w:cs="Calibri"/>
                <w:lang w:eastAsia="cs-CZ"/>
              </w:rPr>
              <w:t>T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E71623" w14:textId="77777777" w:rsidR="001B65EC" w:rsidRPr="00C32FC8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C32FC8">
              <w:rPr>
                <w:rFonts w:ascii="Calibri" w:eastAsia="Times New Roman" w:hAnsi="Calibri" w:cs="Calibri"/>
                <w:lang w:eastAsia="cs-CZ"/>
              </w:rPr>
              <w:t>0,2</w:t>
            </w:r>
          </w:p>
        </w:tc>
      </w:tr>
      <w:tr w:rsidR="001B65EC" w:rsidRPr="00C32FC8" w14:paraId="06D1C39B" w14:textId="77777777" w:rsidTr="00C85BA8">
        <w:trPr>
          <w:trHeight w:val="289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FEC240" w14:textId="77777777" w:rsidR="001B65EC" w:rsidRPr="00C32FC8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C32FC8">
              <w:rPr>
                <w:rFonts w:ascii="Calibri" w:eastAsia="Times New Roman" w:hAnsi="Calibri" w:cs="Calibri"/>
                <w:lang w:eastAsia="cs-CZ"/>
              </w:rPr>
              <w:t>P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6EEFAA" w14:textId="77777777" w:rsidR="001B65EC" w:rsidRPr="00C32FC8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C32FC8">
              <w:rPr>
                <w:rFonts w:ascii="Calibri" w:eastAsia="Times New Roman" w:hAnsi="Calibri" w:cs="Calibri"/>
                <w:lang w:eastAsia="cs-CZ"/>
              </w:rPr>
              <w:t>168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ECFB23" w14:textId="77777777" w:rsidR="001B65EC" w:rsidRPr="00C32FC8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strike/>
                <w:lang w:eastAsia="cs-CZ"/>
              </w:rPr>
            </w:pPr>
            <w:r w:rsidRPr="00C32FC8">
              <w:rPr>
                <w:rFonts w:ascii="Calibri" w:eastAsia="Times New Roman" w:hAnsi="Calibri" w:cs="Calibri"/>
                <w:strike/>
                <w:lang w:eastAsia="cs-CZ"/>
              </w:rPr>
              <w:t>R22024132</w:t>
            </w:r>
          </w:p>
          <w:p w14:paraId="2C6B5844" w14:textId="77777777" w:rsidR="001B65EC" w:rsidRPr="00C32FC8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C32FC8">
              <w:rPr>
                <w:rFonts w:ascii="Calibri" w:eastAsia="Times New Roman" w:hAnsi="Calibri" w:cs="Calibri"/>
                <w:lang w:eastAsia="cs-CZ"/>
              </w:rPr>
              <w:t>R015310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25E76B" w14:textId="77777777" w:rsidR="001B65EC" w:rsidRPr="00C32FC8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2BCEFC" w14:textId="77777777" w:rsidR="001B65EC" w:rsidRPr="00C32FC8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C32FC8">
              <w:rPr>
                <w:rFonts w:ascii="Calibri" w:eastAsia="Times New Roman" w:hAnsi="Calibri" w:cs="Calibri"/>
                <w:lang w:eastAsia="cs-CZ"/>
              </w:rPr>
              <w:t>LIKVIDACE ODPADŮ NEKONTAMINOVANÝCH - 16 02 14  ELEKTROŠROT (VYŘAZENÁ EL. ZAŘÍZENÍ A PŘÍSTR. - AL, CU A VZ. KOVY), včetně dopravy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B06E98" w14:textId="77777777" w:rsidR="001B65EC" w:rsidRPr="00C32FC8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C32FC8">
              <w:rPr>
                <w:rFonts w:ascii="Calibri" w:eastAsia="Times New Roman" w:hAnsi="Calibri" w:cs="Calibri"/>
                <w:lang w:eastAsia="cs-CZ"/>
              </w:rPr>
              <w:t>T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8F76EA" w14:textId="77777777" w:rsidR="001B65EC" w:rsidRPr="00C32FC8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C32FC8">
              <w:rPr>
                <w:rFonts w:ascii="Calibri" w:eastAsia="Times New Roman" w:hAnsi="Calibri" w:cs="Calibri"/>
                <w:lang w:eastAsia="cs-CZ"/>
              </w:rPr>
              <w:t>0,1</w:t>
            </w:r>
          </w:p>
        </w:tc>
      </w:tr>
    </w:tbl>
    <w:tbl>
      <w:tblPr>
        <w:tblW w:w="96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"/>
        <w:gridCol w:w="566"/>
        <w:gridCol w:w="1149"/>
        <w:gridCol w:w="414"/>
        <w:gridCol w:w="6101"/>
        <w:gridCol w:w="561"/>
        <w:gridCol w:w="529"/>
      </w:tblGrid>
      <w:tr w:rsidR="001B65EC" w:rsidRPr="00D53031" w14:paraId="5237088F" w14:textId="77777777" w:rsidTr="00C85BA8">
        <w:trPr>
          <w:trHeight w:val="289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49C78F" w14:textId="77777777" w:rsidR="001B65EC" w:rsidRPr="00D53031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D53031">
              <w:rPr>
                <w:rFonts w:ascii="Calibri" w:eastAsia="Times New Roman" w:hAnsi="Calibri" w:cs="Calibri"/>
                <w:lang w:eastAsia="cs-CZ"/>
              </w:rPr>
              <w:lastRenderedPageBreak/>
              <w:t>P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797FE9" w14:textId="77777777" w:rsidR="001B65EC" w:rsidRPr="00D53031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D53031">
              <w:rPr>
                <w:rFonts w:ascii="Calibri" w:eastAsia="Times New Roman" w:hAnsi="Calibri" w:cs="Calibri"/>
                <w:lang w:eastAsia="cs-CZ"/>
              </w:rPr>
              <w:t>172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2CC1A5" w14:textId="77777777" w:rsidR="001B65EC" w:rsidRPr="00D53031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strike/>
                <w:lang w:eastAsia="cs-CZ"/>
              </w:rPr>
            </w:pPr>
            <w:r w:rsidRPr="00D53031">
              <w:rPr>
                <w:rFonts w:ascii="Calibri" w:eastAsia="Times New Roman" w:hAnsi="Calibri" w:cs="Calibri"/>
                <w:strike/>
                <w:lang w:eastAsia="cs-CZ"/>
              </w:rPr>
              <w:t>R22027120</w:t>
            </w:r>
          </w:p>
          <w:p w14:paraId="290DB308" w14:textId="77777777" w:rsidR="001B65EC" w:rsidRPr="00D53031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C32FC8">
              <w:rPr>
                <w:rFonts w:ascii="Calibri" w:eastAsia="Times New Roman" w:hAnsi="Calibri" w:cs="Calibri"/>
                <w:lang w:eastAsia="cs-CZ"/>
              </w:rPr>
              <w:t>R015120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9A01F4" w14:textId="77777777" w:rsidR="001B65EC" w:rsidRPr="00D53031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49A6C5" w14:textId="77777777" w:rsidR="001B65EC" w:rsidRPr="00D53031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D53031">
              <w:rPr>
                <w:rFonts w:ascii="Calibri" w:eastAsia="Times New Roman" w:hAnsi="Calibri" w:cs="Calibri"/>
                <w:lang w:eastAsia="cs-CZ"/>
              </w:rPr>
              <w:t>LIKVIDACE ODPADŮ NEKONTAMINOVANÝCH - 17 01 02  STAVEBNÍ A DEMOLIČNÍ SUŤ (CIHLY), včetně dopravy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8FD3CE" w14:textId="77777777" w:rsidR="001B65EC" w:rsidRPr="00D53031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D53031">
              <w:rPr>
                <w:rFonts w:ascii="Calibri" w:eastAsia="Times New Roman" w:hAnsi="Calibri" w:cs="Calibri"/>
                <w:lang w:eastAsia="cs-CZ"/>
              </w:rPr>
              <w:t>T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BD6E22" w14:textId="77777777" w:rsidR="001B65EC" w:rsidRPr="00D53031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D53031">
              <w:rPr>
                <w:rFonts w:ascii="Calibri" w:eastAsia="Times New Roman" w:hAnsi="Calibri" w:cs="Calibri"/>
                <w:lang w:eastAsia="cs-CZ"/>
              </w:rPr>
              <w:t>0,2</w:t>
            </w:r>
          </w:p>
        </w:tc>
      </w:tr>
      <w:tr w:rsidR="001B65EC" w:rsidRPr="00D53031" w14:paraId="778ED9FA" w14:textId="77777777" w:rsidTr="00C85BA8">
        <w:trPr>
          <w:trHeight w:val="289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50399B" w14:textId="77777777" w:rsidR="001B65EC" w:rsidRPr="00D53031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D53031">
              <w:rPr>
                <w:rFonts w:ascii="Calibri" w:eastAsia="Times New Roman" w:hAnsi="Calibri" w:cs="Calibri"/>
                <w:lang w:eastAsia="cs-CZ"/>
              </w:rPr>
              <w:t>P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BEB91D" w14:textId="77777777" w:rsidR="001B65EC" w:rsidRPr="00D53031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D53031">
              <w:rPr>
                <w:rFonts w:ascii="Calibri" w:eastAsia="Times New Roman" w:hAnsi="Calibri" w:cs="Calibri"/>
                <w:lang w:eastAsia="cs-CZ"/>
              </w:rPr>
              <w:t>173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D06428" w14:textId="77777777" w:rsidR="001B65EC" w:rsidRPr="00D53031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strike/>
                <w:lang w:eastAsia="cs-CZ"/>
              </w:rPr>
            </w:pPr>
            <w:r w:rsidRPr="00D53031">
              <w:rPr>
                <w:rFonts w:ascii="Calibri" w:eastAsia="Times New Roman" w:hAnsi="Calibri" w:cs="Calibri"/>
                <w:strike/>
                <w:lang w:eastAsia="cs-CZ"/>
              </w:rPr>
              <w:t>R22027121</w:t>
            </w:r>
          </w:p>
          <w:p w14:paraId="3C9F051C" w14:textId="77777777" w:rsidR="001B65EC" w:rsidRPr="00D53031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C32FC8">
              <w:rPr>
                <w:rFonts w:ascii="Calibri" w:eastAsia="Times New Roman" w:hAnsi="Calibri" w:cs="Calibri"/>
                <w:lang w:eastAsia="cs-CZ"/>
              </w:rPr>
              <w:t>R015749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93CDF3" w14:textId="77777777" w:rsidR="001B65EC" w:rsidRPr="00D53031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50C7C2" w14:textId="77777777" w:rsidR="001B65EC" w:rsidRPr="00D53031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D53031">
              <w:rPr>
                <w:rFonts w:ascii="Calibri" w:eastAsia="Times New Roman" w:hAnsi="Calibri" w:cs="Calibri"/>
                <w:lang w:eastAsia="cs-CZ"/>
              </w:rPr>
              <w:t>LIKVIDACE ODPADŮ NEKONTAMINOVANÝCH - 17 04 11  KABELY, včetně dopravy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0C2735" w14:textId="77777777" w:rsidR="001B65EC" w:rsidRPr="00D53031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D53031">
              <w:rPr>
                <w:rFonts w:ascii="Calibri" w:eastAsia="Times New Roman" w:hAnsi="Calibri" w:cs="Calibri"/>
                <w:lang w:eastAsia="cs-CZ"/>
              </w:rPr>
              <w:t>T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48EBE7" w14:textId="77777777" w:rsidR="001B65EC" w:rsidRPr="00D53031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D53031">
              <w:rPr>
                <w:rFonts w:ascii="Calibri" w:eastAsia="Times New Roman" w:hAnsi="Calibri" w:cs="Calibri"/>
                <w:lang w:eastAsia="cs-CZ"/>
              </w:rPr>
              <w:t>0,02</w:t>
            </w:r>
          </w:p>
        </w:tc>
      </w:tr>
      <w:tr w:rsidR="001B65EC" w:rsidRPr="00D53031" w14:paraId="33D23E24" w14:textId="77777777" w:rsidTr="00C85BA8">
        <w:trPr>
          <w:trHeight w:val="289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4D3C96" w14:textId="77777777" w:rsidR="001B65EC" w:rsidRPr="00D53031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D53031">
              <w:rPr>
                <w:rFonts w:ascii="Calibri" w:eastAsia="Times New Roman" w:hAnsi="Calibri" w:cs="Calibri"/>
                <w:lang w:eastAsia="cs-CZ"/>
              </w:rPr>
              <w:t>P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1A2E92" w14:textId="77777777" w:rsidR="001B65EC" w:rsidRPr="00D53031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D53031">
              <w:rPr>
                <w:rFonts w:ascii="Calibri" w:eastAsia="Times New Roman" w:hAnsi="Calibri" w:cs="Calibri"/>
                <w:lang w:eastAsia="cs-CZ"/>
              </w:rPr>
              <w:t>174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7955FA" w14:textId="77777777" w:rsidR="001B65EC" w:rsidRPr="00D53031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strike/>
                <w:lang w:eastAsia="cs-CZ"/>
              </w:rPr>
            </w:pPr>
            <w:r w:rsidRPr="00D53031">
              <w:rPr>
                <w:rFonts w:ascii="Calibri" w:eastAsia="Times New Roman" w:hAnsi="Calibri" w:cs="Calibri"/>
                <w:strike/>
                <w:lang w:eastAsia="cs-CZ"/>
              </w:rPr>
              <w:t>R22027122</w:t>
            </w:r>
          </w:p>
          <w:p w14:paraId="28E447D7" w14:textId="77777777" w:rsidR="001B65EC" w:rsidRPr="00D53031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C32FC8">
              <w:rPr>
                <w:rFonts w:ascii="Calibri" w:eastAsia="Times New Roman" w:hAnsi="Calibri" w:cs="Calibri"/>
                <w:lang w:eastAsia="cs-CZ"/>
              </w:rPr>
              <w:t>R015240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A4CBDC" w14:textId="77777777" w:rsidR="001B65EC" w:rsidRPr="00D53031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2D9F12" w14:textId="77777777" w:rsidR="001B65EC" w:rsidRPr="00D53031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D53031">
              <w:rPr>
                <w:rFonts w:ascii="Calibri" w:eastAsia="Times New Roman" w:hAnsi="Calibri" w:cs="Calibri"/>
                <w:lang w:eastAsia="cs-CZ"/>
              </w:rPr>
              <w:t>LIKVIDACE ODPADŮ NEKONTAMINOVANÝCH - 20 03 99  ODPAD PODOBNÝ KOMUNÁLNÍMU ODPADU, včetně dopravy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3C61D1" w14:textId="77777777" w:rsidR="001B65EC" w:rsidRPr="00D53031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D53031">
              <w:rPr>
                <w:rFonts w:ascii="Calibri" w:eastAsia="Times New Roman" w:hAnsi="Calibri" w:cs="Calibri"/>
                <w:lang w:eastAsia="cs-CZ"/>
              </w:rPr>
              <w:t>T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812E18" w14:textId="77777777" w:rsidR="001B65EC" w:rsidRPr="00D53031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D53031">
              <w:rPr>
                <w:rFonts w:ascii="Calibri" w:eastAsia="Times New Roman" w:hAnsi="Calibri" w:cs="Calibri"/>
                <w:lang w:eastAsia="cs-CZ"/>
              </w:rPr>
              <w:t>0,15</w:t>
            </w:r>
          </w:p>
        </w:tc>
      </w:tr>
      <w:tr w:rsidR="001B65EC" w:rsidRPr="00D53031" w14:paraId="52E3A75A" w14:textId="77777777" w:rsidTr="00C85BA8">
        <w:trPr>
          <w:trHeight w:val="289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A6B961" w14:textId="77777777" w:rsidR="001B65EC" w:rsidRPr="00D53031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D53031">
              <w:rPr>
                <w:rFonts w:ascii="Calibri" w:eastAsia="Times New Roman" w:hAnsi="Calibri" w:cs="Calibri"/>
                <w:lang w:eastAsia="cs-CZ"/>
              </w:rPr>
              <w:t>P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2290F5" w14:textId="77777777" w:rsidR="001B65EC" w:rsidRPr="00D53031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D53031">
              <w:rPr>
                <w:rFonts w:ascii="Calibri" w:eastAsia="Times New Roman" w:hAnsi="Calibri" w:cs="Calibri"/>
                <w:lang w:eastAsia="cs-CZ"/>
              </w:rPr>
              <w:t>175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1FF53A" w14:textId="77777777" w:rsidR="001B65EC" w:rsidRPr="00D53031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strike/>
                <w:lang w:eastAsia="cs-CZ"/>
              </w:rPr>
            </w:pPr>
            <w:r w:rsidRPr="00D53031">
              <w:rPr>
                <w:rFonts w:ascii="Calibri" w:eastAsia="Times New Roman" w:hAnsi="Calibri" w:cs="Calibri"/>
                <w:strike/>
                <w:lang w:eastAsia="cs-CZ"/>
              </w:rPr>
              <w:t>R22027123</w:t>
            </w:r>
          </w:p>
          <w:p w14:paraId="280F6CF7" w14:textId="77777777" w:rsidR="001B65EC" w:rsidRPr="00D53031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C32FC8">
              <w:rPr>
                <w:rFonts w:ascii="Calibri" w:eastAsia="Times New Roman" w:hAnsi="Calibri" w:cs="Calibri"/>
                <w:lang w:eastAsia="cs-CZ"/>
              </w:rPr>
              <w:t>R015310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D410BA" w14:textId="77777777" w:rsidR="001B65EC" w:rsidRPr="00D53031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9296F9" w14:textId="77777777" w:rsidR="001B65EC" w:rsidRPr="00D53031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D53031">
              <w:rPr>
                <w:rFonts w:ascii="Calibri" w:eastAsia="Times New Roman" w:hAnsi="Calibri" w:cs="Calibri"/>
                <w:lang w:eastAsia="cs-CZ"/>
              </w:rPr>
              <w:t>LIKVIDACE ODPADŮ NEKONTAMINOVANÝCH - 16 02 14  ELEKTROŠROT (VYŘAZENÁ EL. ZAŘÍZENÍ A PŘÍSTR. - AL, CU A VZ. KOVY), včetně dopravy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B69B69" w14:textId="77777777" w:rsidR="001B65EC" w:rsidRPr="00D53031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D53031">
              <w:rPr>
                <w:rFonts w:ascii="Calibri" w:eastAsia="Times New Roman" w:hAnsi="Calibri" w:cs="Calibri"/>
                <w:lang w:eastAsia="cs-CZ"/>
              </w:rPr>
              <w:t>T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74D387" w14:textId="77777777" w:rsidR="001B65EC" w:rsidRPr="00D53031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D53031">
              <w:rPr>
                <w:rFonts w:ascii="Calibri" w:eastAsia="Times New Roman" w:hAnsi="Calibri" w:cs="Calibri"/>
                <w:lang w:eastAsia="cs-CZ"/>
              </w:rPr>
              <w:t>0,5</w:t>
            </w:r>
          </w:p>
        </w:tc>
      </w:tr>
      <w:tr w:rsidR="001B65EC" w:rsidRPr="00D53031" w14:paraId="10095E24" w14:textId="77777777" w:rsidTr="00C85BA8">
        <w:trPr>
          <w:trHeight w:val="289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980236" w14:textId="77777777" w:rsidR="001B65EC" w:rsidRPr="00D53031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D53031">
              <w:rPr>
                <w:rFonts w:ascii="Calibri" w:eastAsia="Times New Roman" w:hAnsi="Calibri" w:cs="Calibri"/>
                <w:lang w:eastAsia="cs-CZ"/>
              </w:rPr>
              <w:t>P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999548" w14:textId="77777777" w:rsidR="001B65EC" w:rsidRPr="00D53031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D53031">
              <w:rPr>
                <w:rFonts w:ascii="Calibri" w:eastAsia="Times New Roman" w:hAnsi="Calibri" w:cs="Calibri"/>
                <w:lang w:eastAsia="cs-CZ"/>
              </w:rPr>
              <w:t>185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009F75" w14:textId="77777777" w:rsidR="001B65EC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strike/>
                <w:lang w:eastAsia="cs-CZ"/>
              </w:rPr>
            </w:pPr>
            <w:r w:rsidRPr="00D53031">
              <w:rPr>
                <w:rFonts w:ascii="Calibri" w:eastAsia="Times New Roman" w:hAnsi="Calibri" w:cs="Calibri"/>
                <w:strike/>
                <w:lang w:eastAsia="cs-CZ"/>
              </w:rPr>
              <w:t>015130</w:t>
            </w:r>
          </w:p>
          <w:p w14:paraId="71F2341A" w14:textId="77777777" w:rsidR="001B65EC" w:rsidRPr="00D53031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941FCD">
              <w:rPr>
                <w:rFonts w:ascii="Calibri" w:eastAsia="Times New Roman" w:hAnsi="Calibri" w:cs="Calibri"/>
                <w:lang w:eastAsia="cs-CZ"/>
              </w:rPr>
              <w:t>R015130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C5B929" w14:textId="77777777" w:rsidR="001B65EC" w:rsidRPr="00D53031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D53031">
              <w:rPr>
                <w:rFonts w:ascii="Calibri" w:eastAsia="Times New Roman" w:hAnsi="Calibri" w:cs="Calibri"/>
                <w:lang w:eastAsia="cs-CZ"/>
              </w:rPr>
              <w:t>906</w:t>
            </w:r>
          </w:p>
        </w:tc>
        <w:tc>
          <w:tcPr>
            <w:tcW w:w="6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5D5382" w14:textId="77777777" w:rsidR="001B65EC" w:rsidRPr="00D53031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D53031">
              <w:rPr>
                <w:rFonts w:ascii="Calibri" w:eastAsia="Times New Roman" w:hAnsi="Calibri" w:cs="Calibri"/>
                <w:lang w:eastAsia="cs-CZ"/>
              </w:rPr>
              <w:t>NEOCEŇOVAT - POPLATKY ZA LIKVIDACI ODPADŮ NEKONTAMINOVANÝCH - 17 03 02  VYBOURANÝ ASFALTOVÝ BETON BEZ DEHTU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594E36" w14:textId="77777777" w:rsidR="001B65EC" w:rsidRPr="00D53031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D53031">
              <w:rPr>
                <w:rFonts w:ascii="Calibri" w:eastAsia="Times New Roman" w:hAnsi="Calibri" w:cs="Calibri"/>
                <w:lang w:eastAsia="cs-CZ"/>
              </w:rPr>
              <w:t>T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1A38FF" w14:textId="77777777" w:rsidR="001B65EC" w:rsidRPr="00D53031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D53031">
              <w:rPr>
                <w:rFonts w:ascii="Calibri" w:eastAsia="Times New Roman" w:hAnsi="Calibri" w:cs="Calibri"/>
                <w:lang w:eastAsia="cs-CZ"/>
              </w:rPr>
              <w:t>1,5</w:t>
            </w:r>
          </w:p>
        </w:tc>
      </w:tr>
      <w:tr w:rsidR="001B65EC" w:rsidRPr="00D53031" w14:paraId="47008EA4" w14:textId="77777777" w:rsidTr="00C85BA8">
        <w:trPr>
          <w:trHeight w:val="289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6D33D7" w14:textId="77777777" w:rsidR="001B65EC" w:rsidRPr="00D53031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D53031">
              <w:rPr>
                <w:rFonts w:ascii="Calibri" w:eastAsia="Times New Roman" w:hAnsi="Calibri" w:cs="Calibri"/>
                <w:lang w:eastAsia="cs-CZ"/>
              </w:rPr>
              <w:t>P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6A91C0" w14:textId="77777777" w:rsidR="001B65EC" w:rsidRPr="00D53031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D53031">
              <w:rPr>
                <w:rFonts w:ascii="Calibri" w:eastAsia="Times New Roman" w:hAnsi="Calibri" w:cs="Calibri"/>
                <w:lang w:eastAsia="cs-CZ"/>
              </w:rPr>
              <w:t>184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665A01" w14:textId="77777777" w:rsidR="001B65EC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strike/>
                <w:lang w:eastAsia="cs-CZ"/>
              </w:rPr>
            </w:pPr>
            <w:r w:rsidRPr="00D53031">
              <w:rPr>
                <w:rFonts w:ascii="Calibri" w:eastAsia="Times New Roman" w:hAnsi="Calibri" w:cs="Calibri"/>
                <w:strike/>
                <w:lang w:eastAsia="cs-CZ"/>
              </w:rPr>
              <w:t>015140</w:t>
            </w:r>
          </w:p>
          <w:p w14:paraId="2A979761" w14:textId="77777777" w:rsidR="001B65EC" w:rsidRPr="00D53031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941FCD">
              <w:rPr>
                <w:rFonts w:ascii="Calibri" w:eastAsia="Times New Roman" w:hAnsi="Calibri" w:cs="Calibri"/>
                <w:lang w:eastAsia="cs-CZ"/>
              </w:rPr>
              <w:t>R015140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9734DD" w14:textId="77777777" w:rsidR="001B65EC" w:rsidRPr="00D53031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D53031">
              <w:rPr>
                <w:rFonts w:ascii="Calibri" w:eastAsia="Times New Roman" w:hAnsi="Calibri" w:cs="Calibri"/>
                <w:lang w:eastAsia="cs-CZ"/>
              </w:rPr>
              <w:t>905</w:t>
            </w:r>
          </w:p>
        </w:tc>
        <w:tc>
          <w:tcPr>
            <w:tcW w:w="6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D3C6D9" w14:textId="77777777" w:rsidR="001B65EC" w:rsidRPr="00D53031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D53031">
              <w:rPr>
                <w:rFonts w:ascii="Calibri" w:eastAsia="Times New Roman" w:hAnsi="Calibri" w:cs="Calibri"/>
                <w:lang w:eastAsia="cs-CZ"/>
              </w:rPr>
              <w:t>NEOCEŇOVAT - POPLATKY ZA LIKVIDACI ODPADŮ NEKONTAMINOVANÝCH - 17 01 01  BETON Z DEMOLIC OBJEKTŮ, ZÁKLADŮ TV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802E06" w14:textId="77777777" w:rsidR="001B65EC" w:rsidRPr="00D53031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D53031">
              <w:rPr>
                <w:rFonts w:ascii="Calibri" w:eastAsia="Times New Roman" w:hAnsi="Calibri" w:cs="Calibri"/>
                <w:lang w:eastAsia="cs-CZ"/>
              </w:rPr>
              <w:t>T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72890C" w14:textId="77777777" w:rsidR="001B65EC" w:rsidRPr="00D53031" w:rsidRDefault="001B65EC" w:rsidP="00C85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D53031">
              <w:rPr>
                <w:rFonts w:ascii="Calibri" w:eastAsia="Times New Roman" w:hAnsi="Calibri" w:cs="Calibri"/>
                <w:lang w:eastAsia="cs-CZ"/>
              </w:rPr>
              <w:t>0,2</w:t>
            </w:r>
          </w:p>
        </w:tc>
      </w:tr>
    </w:tbl>
    <w:p w14:paraId="46520F25" w14:textId="77777777" w:rsidR="00C65A3B" w:rsidRDefault="00C65A3B" w:rsidP="001B65EC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4E7DAF09" w14:textId="164A9565" w:rsidR="001B65EC" w:rsidRPr="007250D1" w:rsidRDefault="001B65EC" w:rsidP="001B65EC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7250D1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9F2CA70" w14:textId="696B3ADE" w:rsidR="00C11A63" w:rsidRPr="00C65A3B" w:rsidRDefault="00C11A63" w:rsidP="00D642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65A3B">
        <w:rPr>
          <w:rFonts w:eastAsia="Calibri" w:cs="Times New Roman"/>
          <w:bCs/>
          <w:lang w:eastAsia="cs-CZ"/>
        </w:rPr>
        <w:t>V dotazu je chybně uveden PS 22-02-91, ve kterém se tyto položky nevyskytují. Tyto položky jsou v PS 22-02-92.</w:t>
      </w:r>
    </w:p>
    <w:p w14:paraId="44B95659" w14:textId="72D00D85" w:rsidR="00C11A63" w:rsidRPr="00C65A3B" w:rsidRDefault="00C11A63" w:rsidP="00D642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65A3B">
        <w:rPr>
          <w:rFonts w:eastAsia="Calibri" w:cs="Times New Roman"/>
          <w:bCs/>
          <w:lang w:eastAsia="cs-CZ"/>
        </w:rPr>
        <w:t xml:space="preserve">V soupisu prací byly kódy položek opraveny (PS 22-02-41, PS 22-02-71, PS 22-02-92). </w:t>
      </w:r>
    </w:p>
    <w:p w14:paraId="4D1857F2" w14:textId="77777777" w:rsidR="00C11A63" w:rsidRDefault="00C11A63" w:rsidP="00C11A63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3CFBA0D" w14:textId="77777777" w:rsidR="001B65EC" w:rsidRPr="007250D1" w:rsidRDefault="001B65EC" w:rsidP="001B65EC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532149E1" w14:textId="14F16BBE" w:rsidR="001B65EC" w:rsidRPr="007250D1" w:rsidRDefault="001B65EC" w:rsidP="001B65EC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7250D1">
        <w:rPr>
          <w:rFonts w:asciiTheme="majorHAnsi" w:eastAsia="Calibri" w:hAnsiTheme="majorHAnsi" w:cs="Times New Roman"/>
          <w:b/>
          <w:lang w:eastAsia="cs-CZ"/>
        </w:rPr>
        <w:t>Dotaz č. 5</w:t>
      </w:r>
      <w:r>
        <w:rPr>
          <w:rFonts w:asciiTheme="majorHAnsi" w:eastAsia="Calibri" w:hAnsiTheme="majorHAnsi" w:cs="Times New Roman"/>
          <w:b/>
          <w:lang w:eastAsia="cs-CZ"/>
        </w:rPr>
        <w:t>9</w:t>
      </w:r>
      <w:r w:rsidRPr="007250D1">
        <w:rPr>
          <w:rFonts w:asciiTheme="majorHAnsi" w:eastAsia="Calibri" w:hAnsiTheme="majorHAnsi" w:cs="Times New Roman"/>
          <w:b/>
          <w:lang w:eastAsia="cs-CZ"/>
        </w:rPr>
        <w:t>:</w:t>
      </w:r>
    </w:p>
    <w:p w14:paraId="61A09023" w14:textId="77777777" w:rsidR="001B65EC" w:rsidRPr="001B65EC" w:rsidRDefault="001B65EC" w:rsidP="001B65EC">
      <w:pPr>
        <w:tabs>
          <w:tab w:val="left" w:pos="8955"/>
        </w:tabs>
        <w:spacing w:after="0" w:line="240" w:lineRule="auto"/>
        <w:jc w:val="both"/>
        <w:rPr>
          <w:rFonts w:eastAsia="Times New Roman" w:cs="Calibri"/>
          <w:lang w:eastAsia="cs-CZ"/>
        </w:rPr>
      </w:pPr>
      <w:r w:rsidRPr="001B65EC">
        <w:rPr>
          <w:rFonts w:eastAsia="Times New Roman" w:cs="Calibri"/>
          <w:lang w:eastAsia="cs-CZ"/>
        </w:rPr>
        <w:t>V rámci výše uvedených dotazů žádáme zadavatele o kompletní aktualizaci součtů jednotlivých položek odpadů objektu SO 90-90.</w:t>
      </w:r>
    </w:p>
    <w:p w14:paraId="3F1C2FAE" w14:textId="77777777" w:rsidR="001B65EC" w:rsidRDefault="001B65EC" w:rsidP="001B65E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75DF21D" w14:textId="77777777" w:rsidR="001B65EC" w:rsidRPr="007250D1" w:rsidRDefault="001B65EC" w:rsidP="001B65EC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7250D1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278C3512" w14:textId="42A6C94C" w:rsidR="000174E1" w:rsidRPr="00C65A3B" w:rsidRDefault="00E4288E" w:rsidP="000174E1">
      <w:pPr>
        <w:spacing w:after="0" w:line="240" w:lineRule="auto"/>
        <w:rPr>
          <w:rFonts w:asciiTheme="majorHAnsi" w:eastAsia="Calibri" w:hAnsiTheme="majorHAnsi" w:cs="Times New Roman"/>
          <w:bCs/>
          <w:lang w:eastAsia="cs-CZ"/>
        </w:rPr>
      </w:pPr>
      <w:r w:rsidRPr="00C65A3B">
        <w:rPr>
          <w:rFonts w:asciiTheme="majorHAnsi" w:eastAsia="Calibri" w:hAnsiTheme="majorHAnsi" w:cs="Times New Roman"/>
          <w:bCs/>
          <w:lang w:eastAsia="cs-CZ"/>
        </w:rPr>
        <w:t>Součty odpadů v SO 90-90 byly aktualizovány dle úprav v soupisech prací PS a SO.</w:t>
      </w:r>
    </w:p>
    <w:p w14:paraId="01009F6E" w14:textId="77777777" w:rsidR="001B65EC" w:rsidRDefault="001B65EC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735BDC5" w14:textId="77777777" w:rsidR="00C65A3B" w:rsidRDefault="00C65A3B" w:rsidP="00C65A3B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36353B3D" w14:textId="3607E054" w:rsidR="00664163" w:rsidRPr="00C65A3B" w:rsidRDefault="00664163" w:rsidP="00C65A3B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b/>
          <w:bCs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>změny/doplnění zadávací dokumentace</w:t>
      </w:r>
      <w:r w:rsidRPr="00C87717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C87717">
        <w:rPr>
          <w:rFonts w:eastAsia="Times New Roman" w:cs="Times New Roman"/>
          <w:lang w:eastAsia="cs-CZ"/>
        </w:rPr>
        <w:t>ust</w:t>
      </w:r>
      <w:proofErr w:type="spellEnd"/>
      <w:r w:rsidRPr="00C87717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="00C65A3B">
        <w:rPr>
          <w:rFonts w:eastAsia="Times New Roman" w:cs="Times New Roman"/>
          <w:lang w:eastAsia="cs-CZ"/>
        </w:rPr>
        <w:t>20. 9. 2024</w:t>
      </w:r>
      <w:r w:rsidRPr="00C87717">
        <w:rPr>
          <w:rFonts w:eastAsia="Times New Roman" w:cs="Times New Roman"/>
          <w:lang w:eastAsia="cs-CZ"/>
        </w:rPr>
        <w:t xml:space="preserve"> na den </w:t>
      </w:r>
      <w:r w:rsidR="00C65A3B" w:rsidRPr="00C65A3B">
        <w:rPr>
          <w:rFonts w:eastAsia="Times New Roman" w:cs="Times New Roman"/>
          <w:b/>
          <w:bCs/>
          <w:lang w:eastAsia="cs-CZ"/>
        </w:rPr>
        <w:t>23.</w:t>
      </w:r>
      <w:r w:rsidR="00C65A3B">
        <w:rPr>
          <w:rFonts w:eastAsia="Times New Roman" w:cs="Times New Roman"/>
          <w:b/>
          <w:bCs/>
          <w:lang w:eastAsia="cs-CZ"/>
        </w:rPr>
        <w:t xml:space="preserve"> </w:t>
      </w:r>
      <w:r w:rsidR="00C65A3B" w:rsidRPr="00C65A3B">
        <w:rPr>
          <w:rFonts w:eastAsia="Times New Roman" w:cs="Times New Roman"/>
          <w:b/>
          <w:bCs/>
          <w:lang w:eastAsia="cs-CZ"/>
        </w:rPr>
        <w:t>9.</w:t>
      </w:r>
      <w:r w:rsidR="00C65A3B">
        <w:rPr>
          <w:rFonts w:eastAsia="Times New Roman" w:cs="Times New Roman"/>
          <w:b/>
          <w:bCs/>
          <w:lang w:eastAsia="cs-CZ"/>
        </w:rPr>
        <w:t xml:space="preserve"> </w:t>
      </w:r>
      <w:r w:rsidR="00C65A3B" w:rsidRPr="00C65A3B">
        <w:rPr>
          <w:rFonts w:eastAsia="Times New Roman" w:cs="Times New Roman"/>
          <w:b/>
          <w:bCs/>
          <w:lang w:eastAsia="cs-CZ"/>
        </w:rPr>
        <w:t>2024</w:t>
      </w:r>
      <w:r w:rsidRPr="00C65A3B">
        <w:rPr>
          <w:rFonts w:eastAsia="Times New Roman" w:cs="Times New Roman"/>
          <w:b/>
          <w:bCs/>
          <w:lang w:eastAsia="cs-CZ"/>
        </w:rPr>
        <w:t>.</w:t>
      </w:r>
    </w:p>
    <w:p w14:paraId="27C3B9A6" w14:textId="77777777" w:rsidR="00C65A3B" w:rsidRDefault="00C65A3B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8F6D20B" w14:textId="551BD4E8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2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724643">
        <w:rPr>
          <w:rFonts w:eastAsia="Times New Roman" w:cs="Times New Roman"/>
          <w:lang w:eastAsia="cs-CZ"/>
        </w:rPr>
        <w:t>Z2024-031174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8CE5B40" w14:textId="70A7095B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C65A3B">
        <w:rPr>
          <w:rFonts w:eastAsia="Times New Roman" w:cs="Times New Roman"/>
          <w:lang w:eastAsia="cs-CZ"/>
        </w:rPr>
        <w:t>20. 9. 2024</w:t>
      </w:r>
      <w:r>
        <w:rPr>
          <w:rFonts w:eastAsia="Times New Roman" w:cs="Times New Roman"/>
          <w:lang w:eastAsia="cs-CZ"/>
        </w:rPr>
        <w:t xml:space="preserve">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C65A3B">
        <w:rPr>
          <w:rFonts w:eastAsia="Times New Roman" w:cs="Times New Roman"/>
          <w:b/>
          <w:bCs/>
          <w:color w:val="000000" w:themeColor="text1"/>
          <w:lang w:eastAsia="cs-CZ"/>
        </w:rPr>
        <w:t>23. 9. 2024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4F9E9BE2" w14:textId="77777777" w:rsidR="00C65A3B" w:rsidRDefault="00C65A3B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2A0CE7D" w14:textId="1AB5E854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78FA8DB" w14:textId="77777777" w:rsidR="008C46F0" w:rsidRPr="00C65A3B" w:rsidRDefault="00664163" w:rsidP="008C46F0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65A3B">
        <w:rPr>
          <w:rFonts w:eastAsia="Calibri" w:cs="Times New Roman"/>
          <w:b/>
          <w:bCs/>
          <w:lang w:eastAsia="cs-CZ"/>
        </w:rPr>
        <w:t xml:space="preserve">Příloha: </w:t>
      </w:r>
    </w:p>
    <w:p w14:paraId="3568D690" w14:textId="275D7392" w:rsidR="00664163" w:rsidRPr="00C65A3B" w:rsidRDefault="008C46F0" w:rsidP="008C46F0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C65A3B">
        <w:rPr>
          <w:rFonts w:eastAsia="Calibri" w:cs="Times New Roman"/>
          <w:lang w:eastAsia="cs-CZ"/>
        </w:rPr>
        <w:t>XDC_HK-Pardubice-Chrudim_20240730_ZM05</w:t>
      </w:r>
      <w:r w:rsidR="0088530F">
        <w:rPr>
          <w:rFonts w:eastAsia="Calibri" w:cs="Times New Roman"/>
          <w:lang w:eastAsia="cs-CZ"/>
        </w:rPr>
        <w:t>.zip</w:t>
      </w:r>
    </w:p>
    <w:p w14:paraId="27C5B048" w14:textId="027C9ABB" w:rsidR="008C46F0" w:rsidRDefault="008C46F0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65A3B">
        <w:rPr>
          <w:rFonts w:eastAsia="Calibri" w:cs="Times New Roman"/>
          <w:lang w:eastAsia="cs-CZ"/>
        </w:rPr>
        <w:t>XDC_HK-Pardubice-Chrudim_20240730_ZM05</w:t>
      </w:r>
      <w:r w:rsidR="0088530F">
        <w:rPr>
          <w:rFonts w:eastAsia="Calibri" w:cs="Times New Roman"/>
          <w:lang w:eastAsia="cs-CZ"/>
        </w:rPr>
        <w:t>.zip</w:t>
      </w:r>
    </w:p>
    <w:p w14:paraId="75C756B6" w14:textId="77777777" w:rsidR="008C46F0" w:rsidRPr="00BD5319" w:rsidRDefault="008C46F0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5F27627B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65A3B">
        <w:rPr>
          <w:rFonts w:eastAsia="Calibri" w:cs="Times New Roman"/>
          <w:lang w:eastAsia="cs-CZ"/>
        </w:rPr>
        <w:t xml:space="preserve">V Praze </w:t>
      </w:r>
      <w:r w:rsidRPr="00BD5319">
        <w:rPr>
          <w:rFonts w:eastAsia="Calibri" w:cs="Times New Roman"/>
          <w:lang w:eastAsia="cs-CZ"/>
        </w:rPr>
        <w:t xml:space="preserve"> 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1623FBA" w14:textId="77777777" w:rsidR="00664163" w:rsidRPr="00804FBB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 w:rsidRPr="00804FBB">
        <w:rPr>
          <w:rFonts w:ascii="Verdana,Bold" w:hAnsi="Verdana,Bold" w:cs="Verdana,Bold"/>
          <w:b/>
          <w:bCs/>
        </w:rPr>
        <w:t>Ing. Ondřej Göpfert</w:t>
      </w:r>
    </w:p>
    <w:p w14:paraId="21338602" w14:textId="77777777" w:rsidR="00664163" w:rsidRPr="00804FBB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804FBB">
        <w:rPr>
          <w:rFonts w:ascii="Verdana" w:hAnsi="Verdana" w:cs="Verdana"/>
        </w:rPr>
        <w:t>ředitel odboru investičního</w:t>
      </w:r>
    </w:p>
    <w:p w14:paraId="50A8C07C" w14:textId="77777777" w:rsidR="00664163" w:rsidRPr="00804FBB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804FBB">
        <w:rPr>
          <w:rFonts w:ascii="Verdana" w:hAnsi="Verdana" w:cs="Verdana"/>
        </w:rPr>
        <w:t>na základě pověření č. 14-NM ze dne 13. 11. 2023</w:t>
      </w:r>
    </w:p>
    <w:p w14:paraId="74ED3301" w14:textId="77777777" w:rsidR="00664163" w:rsidRDefault="00664163" w:rsidP="00664163">
      <w:pPr>
        <w:spacing w:after="0" w:line="240" w:lineRule="auto"/>
        <w:rPr>
          <w:rFonts w:ascii="Verdana" w:hAnsi="Verdana" w:cs="Verdana"/>
        </w:rPr>
      </w:pPr>
      <w:r w:rsidRPr="00804FBB">
        <w:rPr>
          <w:rFonts w:ascii="Verdana" w:hAnsi="Verdana" w:cs="Verdana"/>
        </w:rPr>
        <w:t>Správa železnic, státní organizace</w:t>
      </w:r>
    </w:p>
    <w:sectPr w:rsidR="00664163" w:rsidSect="002A59FE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E74378" w14:textId="77777777" w:rsidR="0039157D" w:rsidRDefault="0039157D" w:rsidP="00962258">
      <w:pPr>
        <w:spacing w:after="0" w:line="240" w:lineRule="auto"/>
      </w:pPr>
      <w:r>
        <w:separator/>
      </w:r>
    </w:p>
  </w:endnote>
  <w:endnote w:type="continuationSeparator" w:id="0">
    <w:p w14:paraId="148EBDC4" w14:textId="77777777" w:rsidR="0039157D" w:rsidRDefault="0039157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1D3751D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C46F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C46F0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2BCEBBBF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C46F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C46F0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874B68" w14:textId="77777777" w:rsidR="0039157D" w:rsidRDefault="0039157D" w:rsidP="00962258">
      <w:pPr>
        <w:spacing w:after="0" w:line="240" w:lineRule="auto"/>
      </w:pPr>
      <w:r>
        <w:separator/>
      </w:r>
    </w:p>
  </w:footnote>
  <w:footnote w:type="continuationSeparator" w:id="0">
    <w:p w14:paraId="2DB7FE8E" w14:textId="77777777" w:rsidR="0039157D" w:rsidRDefault="0039157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3BDD5826"/>
    <w:multiLevelType w:val="hybridMultilevel"/>
    <w:tmpl w:val="F982A1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53897DC6"/>
    <w:multiLevelType w:val="hybridMultilevel"/>
    <w:tmpl w:val="F982A1F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584266234">
    <w:abstractNumId w:val="2"/>
  </w:num>
  <w:num w:numId="2" w16cid:durableId="1268385824">
    <w:abstractNumId w:val="1"/>
  </w:num>
  <w:num w:numId="3" w16cid:durableId="2099400328">
    <w:abstractNumId w:val="3"/>
  </w:num>
  <w:num w:numId="4" w16cid:durableId="1080449725">
    <w:abstractNumId w:val="8"/>
  </w:num>
  <w:num w:numId="5" w16cid:durableId="1714186779">
    <w:abstractNumId w:val="0"/>
  </w:num>
  <w:num w:numId="6" w16cid:durableId="945043382">
    <w:abstractNumId w:val="6"/>
  </w:num>
  <w:num w:numId="7" w16cid:durableId="339895971">
    <w:abstractNumId w:val="5"/>
  </w:num>
  <w:num w:numId="8" w16cid:durableId="683215037">
    <w:abstractNumId w:val="4"/>
  </w:num>
  <w:num w:numId="9" w16cid:durableId="310595123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02C90"/>
    <w:rsid w:val="00005363"/>
    <w:rsid w:val="000174E1"/>
    <w:rsid w:val="00033432"/>
    <w:rsid w:val="000335CC"/>
    <w:rsid w:val="0004149A"/>
    <w:rsid w:val="00072C1E"/>
    <w:rsid w:val="000B3A82"/>
    <w:rsid w:val="000B6C7E"/>
    <w:rsid w:val="000B7907"/>
    <w:rsid w:val="000C0429"/>
    <w:rsid w:val="000C45E8"/>
    <w:rsid w:val="00101DF1"/>
    <w:rsid w:val="00114472"/>
    <w:rsid w:val="001349BD"/>
    <w:rsid w:val="00170EC5"/>
    <w:rsid w:val="001747C1"/>
    <w:rsid w:val="0018596A"/>
    <w:rsid w:val="001B65EC"/>
    <w:rsid w:val="001B69C2"/>
    <w:rsid w:val="001B74C7"/>
    <w:rsid w:val="001C4DA0"/>
    <w:rsid w:val="00207DF5"/>
    <w:rsid w:val="00220E0D"/>
    <w:rsid w:val="00266820"/>
    <w:rsid w:val="00267369"/>
    <w:rsid w:val="00267485"/>
    <w:rsid w:val="0026785D"/>
    <w:rsid w:val="00296D39"/>
    <w:rsid w:val="002A59FE"/>
    <w:rsid w:val="002B1F89"/>
    <w:rsid w:val="002C31BF"/>
    <w:rsid w:val="002E0CD7"/>
    <w:rsid w:val="002F026B"/>
    <w:rsid w:val="00335122"/>
    <w:rsid w:val="00335732"/>
    <w:rsid w:val="00357BC6"/>
    <w:rsid w:val="0037111D"/>
    <w:rsid w:val="00371791"/>
    <w:rsid w:val="003756B9"/>
    <w:rsid w:val="0039157D"/>
    <w:rsid w:val="003956C6"/>
    <w:rsid w:val="003A3068"/>
    <w:rsid w:val="003A3E8D"/>
    <w:rsid w:val="003D7381"/>
    <w:rsid w:val="003E6B9A"/>
    <w:rsid w:val="003E75CE"/>
    <w:rsid w:val="003F1C14"/>
    <w:rsid w:val="00400EDC"/>
    <w:rsid w:val="0041380F"/>
    <w:rsid w:val="00430C85"/>
    <w:rsid w:val="00450F07"/>
    <w:rsid w:val="00453CD3"/>
    <w:rsid w:val="00455BC7"/>
    <w:rsid w:val="00460660"/>
    <w:rsid w:val="00460CCB"/>
    <w:rsid w:val="00476438"/>
    <w:rsid w:val="00477370"/>
    <w:rsid w:val="00486107"/>
    <w:rsid w:val="00491827"/>
    <w:rsid w:val="004926B0"/>
    <w:rsid w:val="004A0F75"/>
    <w:rsid w:val="004A33E6"/>
    <w:rsid w:val="004A7C69"/>
    <w:rsid w:val="004C4399"/>
    <w:rsid w:val="004C69ED"/>
    <w:rsid w:val="004C787C"/>
    <w:rsid w:val="004F4B9B"/>
    <w:rsid w:val="00501654"/>
    <w:rsid w:val="00504F93"/>
    <w:rsid w:val="00507292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33C5C"/>
    <w:rsid w:val="006521D9"/>
    <w:rsid w:val="00660AD3"/>
    <w:rsid w:val="00664163"/>
    <w:rsid w:val="0069497C"/>
    <w:rsid w:val="006A5570"/>
    <w:rsid w:val="006A689C"/>
    <w:rsid w:val="006B3D79"/>
    <w:rsid w:val="006B7B06"/>
    <w:rsid w:val="006E0578"/>
    <w:rsid w:val="006E314D"/>
    <w:rsid w:val="006E7F06"/>
    <w:rsid w:val="00710723"/>
    <w:rsid w:val="00712ED1"/>
    <w:rsid w:val="00723ED1"/>
    <w:rsid w:val="00724643"/>
    <w:rsid w:val="007250D1"/>
    <w:rsid w:val="00735ED4"/>
    <w:rsid w:val="00743525"/>
    <w:rsid w:val="007531A0"/>
    <w:rsid w:val="0076286B"/>
    <w:rsid w:val="00764595"/>
    <w:rsid w:val="00766846"/>
    <w:rsid w:val="00773A65"/>
    <w:rsid w:val="0077673A"/>
    <w:rsid w:val="007846E1"/>
    <w:rsid w:val="007B570C"/>
    <w:rsid w:val="007B68FF"/>
    <w:rsid w:val="007B72B9"/>
    <w:rsid w:val="007C1D33"/>
    <w:rsid w:val="007E3AC1"/>
    <w:rsid w:val="007E4A6E"/>
    <w:rsid w:val="007F56A7"/>
    <w:rsid w:val="007F626E"/>
    <w:rsid w:val="00804FBB"/>
    <w:rsid w:val="00807DD0"/>
    <w:rsid w:val="00813F11"/>
    <w:rsid w:val="00876483"/>
    <w:rsid w:val="008833DB"/>
    <w:rsid w:val="008841FB"/>
    <w:rsid w:val="0088472C"/>
    <w:rsid w:val="0088530F"/>
    <w:rsid w:val="00891334"/>
    <w:rsid w:val="008A3568"/>
    <w:rsid w:val="008A45E7"/>
    <w:rsid w:val="008C46F0"/>
    <w:rsid w:val="008D03B9"/>
    <w:rsid w:val="008F18D6"/>
    <w:rsid w:val="00901FE0"/>
    <w:rsid w:val="00904780"/>
    <w:rsid w:val="009113A8"/>
    <w:rsid w:val="00922385"/>
    <w:rsid w:val="009223DF"/>
    <w:rsid w:val="00924068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C7B39"/>
    <w:rsid w:val="009E07F4"/>
    <w:rsid w:val="009F392E"/>
    <w:rsid w:val="00A44328"/>
    <w:rsid w:val="00A6177B"/>
    <w:rsid w:val="00A66136"/>
    <w:rsid w:val="00A72BD8"/>
    <w:rsid w:val="00A7762E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A1440"/>
    <w:rsid w:val="00BB3740"/>
    <w:rsid w:val="00BD27E9"/>
    <w:rsid w:val="00BD5319"/>
    <w:rsid w:val="00BD7E91"/>
    <w:rsid w:val="00BF374D"/>
    <w:rsid w:val="00BF6D48"/>
    <w:rsid w:val="00C02D0A"/>
    <w:rsid w:val="00C03A6E"/>
    <w:rsid w:val="00C11A63"/>
    <w:rsid w:val="00C1544E"/>
    <w:rsid w:val="00C30759"/>
    <w:rsid w:val="00C44F6A"/>
    <w:rsid w:val="00C65A3B"/>
    <w:rsid w:val="00C727E5"/>
    <w:rsid w:val="00C8207D"/>
    <w:rsid w:val="00C94917"/>
    <w:rsid w:val="00CA730C"/>
    <w:rsid w:val="00CB7B5A"/>
    <w:rsid w:val="00CC1E2B"/>
    <w:rsid w:val="00CD1FC4"/>
    <w:rsid w:val="00CE371D"/>
    <w:rsid w:val="00D02A4D"/>
    <w:rsid w:val="00D21061"/>
    <w:rsid w:val="00D272BF"/>
    <w:rsid w:val="00D316A7"/>
    <w:rsid w:val="00D4108E"/>
    <w:rsid w:val="00D548C8"/>
    <w:rsid w:val="00D6163D"/>
    <w:rsid w:val="00D63009"/>
    <w:rsid w:val="00D64247"/>
    <w:rsid w:val="00D831A3"/>
    <w:rsid w:val="00D902AD"/>
    <w:rsid w:val="00DA0A32"/>
    <w:rsid w:val="00DA6FFE"/>
    <w:rsid w:val="00DC3110"/>
    <w:rsid w:val="00DD46F3"/>
    <w:rsid w:val="00DD58A6"/>
    <w:rsid w:val="00DE56F2"/>
    <w:rsid w:val="00DF116D"/>
    <w:rsid w:val="00E10710"/>
    <w:rsid w:val="00E4288E"/>
    <w:rsid w:val="00E824F1"/>
    <w:rsid w:val="00EB104F"/>
    <w:rsid w:val="00ED14BD"/>
    <w:rsid w:val="00EE5511"/>
    <w:rsid w:val="00F01440"/>
    <w:rsid w:val="00F106A7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65EC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A45E7"/>
    <w:rPr>
      <w:color w:val="605E5C"/>
      <w:shd w:val="clear" w:color="auto" w:fill="E1DFDD"/>
    </w:rPr>
  </w:style>
  <w:style w:type="paragraph" w:customStyle="1" w:styleId="Default">
    <w:name w:val="Default"/>
    <w:rsid w:val="003A306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vz.nipez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11517F-A50E-45D5-B1D8-C5B3A2153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78</TotalTime>
  <Pages>4</Pages>
  <Words>1255</Words>
  <Characters>7405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8643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8</cp:revision>
  <cp:lastPrinted>2019-02-22T13:28:00Z</cp:lastPrinted>
  <dcterms:created xsi:type="dcterms:W3CDTF">2024-07-29T08:34:00Z</dcterms:created>
  <dcterms:modified xsi:type="dcterms:W3CDTF">2024-07-30T11:22:00Z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